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tblInd w:w="-612" w:type="dxa"/>
        <w:tblLayout w:type="fixed"/>
        <w:tblLook w:val="0000"/>
      </w:tblPr>
      <w:tblGrid>
        <w:gridCol w:w="2628"/>
        <w:gridCol w:w="3852"/>
        <w:gridCol w:w="3420"/>
      </w:tblGrid>
      <w:tr w:rsidR="00F44C5D" w:rsidRPr="00384C6D">
        <w:trPr>
          <w:cantSplit/>
        </w:trPr>
        <w:tc>
          <w:tcPr>
            <w:tcW w:w="2628" w:type="dxa"/>
          </w:tcPr>
          <w:p w:rsidR="00F44C5D" w:rsidRPr="00B07526" w:rsidRDefault="00F44C5D" w:rsidP="00B07526">
            <w:pPr>
              <w:pStyle w:val="Title"/>
              <w:rPr>
                <w:rFonts w:ascii="Tahoma" w:hAnsi="Tahoma" w:cs="Tahoma"/>
                <w:sz w:val="20"/>
                <w:szCs w:val="20"/>
                <w:lang w:eastAsia="en-US"/>
              </w:rPr>
            </w:pPr>
            <w:r w:rsidRPr="00B07526">
              <w:rPr>
                <w:rFonts w:ascii="Tahoma" w:hAnsi="Tahoma" w:cs="Tahoma"/>
                <w:sz w:val="20"/>
                <w:szCs w:val="20"/>
                <w:lang w:eastAsia="en-US"/>
              </w:rPr>
              <w:t>ΛΟΓΟΤΥΠΟ ΔΙΚΑΙΟΥΧΟΥ</w:t>
            </w:r>
          </w:p>
        </w:tc>
        <w:tc>
          <w:tcPr>
            <w:tcW w:w="3852" w:type="dxa"/>
          </w:tcPr>
          <w:p w:rsidR="00F44C5D" w:rsidRPr="00384C6D" w:rsidRDefault="00F44C5D" w:rsidP="00AC76D9">
            <w:pPr>
              <w:spacing w:before="60" w:line="280" w:lineRule="atLeast"/>
              <w:rPr>
                <w:rFonts w:ascii="Tahoma" w:hAnsi="Tahoma" w:cs="Tahoma"/>
                <w:b/>
                <w:sz w:val="20"/>
                <w:lang w:val="en-US" w:eastAsia="en-US"/>
              </w:rPr>
            </w:pPr>
          </w:p>
        </w:tc>
        <w:tc>
          <w:tcPr>
            <w:tcW w:w="3420" w:type="dxa"/>
          </w:tcPr>
          <w:p w:rsidR="00F44C5D" w:rsidRPr="00384C6D" w:rsidRDefault="00F44C5D" w:rsidP="00AC76D9">
            <w:pPr>
              <w:spacing w:before="60" w:line="280" w:lineRule="atLeast"/>
              <w:ind w:left="432"/>
              <w:rPr>
                <w:rFonts w:ascii="Tahoma" w:hAnsi="Tahoma" w:cs="Tahoma"/>
                <w:b/>
                <w:sz w:val="20"/>
                <w:lang w:eastAsia="en-US"/>
              </w:rPr>
            </w:pPr>
            <w:r w:rsidRPr="009860C7">
              <w:rPr>
                <w:rFonts w:ascii="Tahoma" w:hAnsi="Tahoma" w:cs="Tahoma"/>
                <w:b/>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7" type="#_x0000_t75" style="width:80.25pt;height:50.25pt;visibility:visible">
                  <v:imagedata r:id="rId7" o:title=""/>
                </v:shape>
              </w:pict>
            </w:r>
          </w:p>
          <w:p w:rsidR="00F44C5D" w:rsidRPr="00384C6D" w:rsidRDefault="00F44C5D" w:rsidP="00AC76D9">
            <w:pPr>
              <w:spacing w:before="60" w:line="280" w:lineRule="atLeast"/>
              <w:ind w:left="228"/>
              <w:rPr>
                <w:rFonts w:ascii="Tahoma" w:hAnsi="Tahoma" w:cs="Tahoma"/>
                <w:b/>
                <w:sz w:val="20"/>
                <w:lang w:eastAsia="en-US"/>
              </w:rPr>
            </w:pPr>
            <w:r w:rsidRPr="00384C6D">
              <w:rPr>
                <w:rFonts w:ascii="Tahoma" w:hAnsi="Tahoma" w:cs="Tahoma"/>
                <w:b/>
                <w:sz w:val="20"/>
                <w:lang w:eastAsia="en-US"/>
              </w:rPr>
              <w:t xml:space="preserve">  ΕΥΡΩΠΑΪΚΗ ΕΝΩΣΗ</w:t>
            </w:r>
          </w:p>
        </w:tc>
      </w:tr>
    </w:tbl>
    <w:p w:rsidR="00F44C5D" w:rsidRPr="00AC76D9" w:rsidRDefault="00F44C5D" w:rsidP="00AC76D9">
      <w:pPr>
        <w:spacing w:before="60" w:line="280" w:lineRule="atLeast"/>
        <w:rPr>
          <w:rFonts w:ascii="Tahoma" w:hAnsi="Tahoma" w:cs="Tahoma"/>
          <w:sz w:val="18"/>
          <w:szCs w:val="18"/>
        </w:rPr>
      </w:pPr>
    </w:p>
    <w:tbl>
      <w:tblPr>
        <w:tblW w:w="9934" w:type="dxa"/>
        <w:tblInd w:w="-612" w:type="dxa"/>
        <w:tblLayout w:type="fixed"/>
        <w:tblLook w:val="0000"/>
      </w:tblPr>
      <w:tblGrid>
        <w:gridCol w:w="4428"/>
        <w:gridCol w:w="1872"/>
        <w:gridCol w:w="3634"/>
      </w:tblGrid>
      <w:tr w:rsidR="00F44C5D" w:rsidRPr="00AC76D9">
        <w:trPr>
          <w:cantSplit/>
        </w:trPr>
        <w:tc>
          <w:tcPr>
            <w:tcW w:w="4428" w:type="dxa"/>
          </w:tcPr>
          <w:p w:rsidR="00F44C5D" w:rsidRPr="00AC76D9" w:rsidRDefault="00F44C5D" w:rsidP="00EB4DE7">
            <w:pPr>
              <w:spacing w:before="40" w:after="40" w:line="240" w:lineRule="auto"/>
              <w:rPr>
                <w:rFonts w:ascii="Tahoma" w:hAnsi="Tahoma" w:cs="Tahoma"/>
                <w:b/>
                <w:sz w:val="18"/>
                <w:szCs w:val="18"/>
                <w:lang w:eastAsia="en-US"/>
              </w:rPr>
            </w:pPr>
            <w:r w:rsidRPr="00AC76D9">
              <w:rPr>
                <w:rFonts w:ascii="Tahoma" w:hAnsi="Tahoma" w:cs="Tahoma"/>
                <w:b/>
                <w:sz w:val="18"/>
                <w:szCs w:val="18"/>
                <w:lang w:eastAsia="en-US"/>
              </w:rPr>
              <w:t xml:space="preserve">Δικαιούχος: </w:t>
            </w:r>
          </w:p>
        </w:tc>
        <w:tc>
          <w:tcPr>
            <w:tcW w:w="1872" w:type="dxa"/>
          </w:tcPr>
          <w:p w:rsidR="00F44C5D" w:rsidRPr="00AC76D9" w:rsidRDefault="00F44C5D" w:rsidP="00EB4DE7">
            <w:pPr>
              <w:spacing w:before="40" w:after="40" w:line="240" w:lineRule="auto"/>
              <w:rPr>
                <w:rFonts w:ascii="Tahoma" w:hAnsi="Tahoma" w:cs="Tahoma"/>
                <w:b/>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Πόλη:</w:t>
            </w: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Διεύθυνση</w:t>
            </w:r>
            <w:r w:rsidRPr="00AC76D9">
              <w:rPr>
                <w:rFonts w:ascii="Tahoma" w:hAnsi="Tahoma" w:cs="Tahoma"/>
                <w:sz w:val="18"/>
                <w:szCs w:val="18"/>
                <w:lang w:eastAsia="en-US"/>
              </w:rPr>
              <w:t xml:space="preserve">: </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Ημερομηνία:</w:t>
            </w: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Κώδικας</w:t>
            </w:r>
            <w:r w:rsidRPr="00AC76D9">
              <w:rPr>
                <w:rFonts w:ascii="Tahoma" w:hAnsi="Tahoma" w:cs="Tahoma"/>
                <w:sz w:val="18"/>
                <w:szCs w:val="18"/>
                <w:lang w:eastAsia="en-US"/>
              </w:rPr>
              <w:t xml:space="preserve">: </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Αρ. Πρωτ.</w:t>
            </w:r>
            <w:r>
              <w:rPr>
                <w:rFonts w:ascii="Tahoma" w:hAnsi="Tahoma" w:cs="Tahoma"/>
                <w:sz w:val="18"/>
                <w:szCs w:val="18"/>
                <w:lang w:eastAsia="en-US"/>
              </w:rPr>
              <w:t>:</w:t>
            </w: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Πληροφορίες</w:t>
            </w:r>
            <w:r w:rsidRPr="00AC76D9">
              <w:rPr>
                <w:rFonts w:ascii="Tahoma" w:hAnsi="Tahoma" w:cs="Tahoma"/>
                <w:sz w:val="18"/>
                <w:szCs w:val="18"/>
                <w:lang w:eastAsia="en-US"/>
              </w:rPr>
              <w:t>:</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Τηλέφωνο</w:t>
            </w:r>
            <w:r w:rsidRPr="00AC76D9">
              <w:rPr>
                <w:rFonts w:ascii="Tahoma" w:hAnsi="Tahoma" w:cs="Tahoma"/>
                <w:sz w:val="18"/>
                <w:szCs w:val="18"/>
                <w:lang w:eastAsia="en-US"/>
              </w:rPr>
              <w:t>:</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Fax</w:t>
            </w:r>
            <w:r w:rsidRPr="00AC76D9">
              <w:rPr>
                <w:rFonts w:ascii="Tahoma" w:hAnsi="Tahoma" w:cs="Tahoma"/>
                <w:sz w:val="18"/>
                <w:szCs w:val="18"/>
                <w:lang w:eastAsia="en-US"/>
              </w:rPr>
              <w:t>:</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p>
        </w:tc>
      </w:tr>
      <w:tr w:rsidR="00F44C5D" w:rsidRPr="00AC76D9">
        <w:trPr>
          <w:cantSplit/>
        </w:trPr>
        <w:tc>
          <w:tcPr>
            <w:tcW w:w="4428" w:type="dxa"/>
          </w:tcPr>
          <w:p w:rsidR="00F44C5D" w:rsidRPr="00AC76D9" w:rsidRDefault="00F44C5D"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E-mail:</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Προς:</w:t>
            </w:r>
          </w:p>
        </w:tc>
      </w:tr>
    </w:tbl>
    <w:p w:rsidR="00F44C5D" w:rsidRPr="00AC76D9" w:rsidRDefault="00F44C5D" w:rsidP="00AC76D9">
      <w:pPr>
        <w:spacing w:before="60" w:line="280" w:lineRule="atLeast"/>
        <w:jc w:val="center"/>
        <w:rPr>
          <w:rFonts w:ascii="Tahoma" w:hAnsi="Tahoma" w:cs="Tahoma"/>
          <w:sz w:val="18"/>
          <w:szCs w:val="18"/>
        </w:rPr>
      </w:pPr>
    </w:p>
    <w:p w:rsidR="00F44C5D" w:rsidRPr="00AC76D9" w:rsidRDefault="00F44C5D" w:rsidP="00AC76D9">
      <w:pPr>
        <w:spacing w:before="60" w:line="280" w:lineRule="atLeast"/>
        <w:jc w:val="center"/>
        <w:rPr>
          <w:rFonts w:ascii="Tahoma" w:hAnsi="Tahoma" w:cs="Tahoma"/>
          <w:sz w:val="18"/>
          <w:szCs w:val="18"/>
        </w:rPr>
      </w:pPr>
    </w:p>
    <w:p w:rsidR="00F44C5D" w:rsidRPr="00F96496" w:rsidRDefault="00F44C5D" w:rsidP="00F96496">
      <w:pPr>
        <w:spacing w:before="120" w:line="280" w:lineRule="atLeast"/>
        <w:jc w:val="center"/>
        <w:outlineLvl w:val="0"/>
        <w:rPr>
          <w:rFonts w:ascii="Tahoma" w:hAnsi="Tahoma" w:cs="Tahoma"/>
          <w:b/>
          <w:sz w:val="20"/>
        </w:rPr>
      </w:pPr>
      <w:r w:rsidRPr="00F96496">
        <w:rPr>
          <w:rFonts w:ascii="Tahoma" w:hAnsi="Tahoma" w:cs="Tahoma"/>
          <w:b/>
          <w:sz w:val="20"/>
        </w:rPr>
        <w:t>ΑΙΤΗΣΗ ΧΡΗΜΑΤΟΔΟΤΗΣΗΣ</w:t>
      </w:r>
    </w:p>
    <w:p w:rsidR="00F44C5D" w:rsidRPr="00F96496" w:rsidRDefault="00F44C5D" w:rsidP="00F96496">
      <w:pPr>
        <w:spacing w:before="120" w:line="280" w:lineRule="atLeast"/>
        <w:jc w:val="center"/>
        <w:outlineLvl w:val="0"/>
        <w:rPr>
          <w:rFonts w:ascii="Tahoma" w:hAnsi="Tahoma" w:cs="Tahoma"/>
          <w:b/>
          <w:sz w:val="20"/>
        </w:rPr>
      </w:pPr>
      <w:r w:rsidRPr="00F96496">
        <w:rPr>
          <w:rFonts w:ascii="Tahoma" w:hAnsi="Tahoma" w:cs="Tahoma"/>
          <w:b/>
          <w:sz w:val="20"/>
        </w:rPr>
        <w:t>ΣΤΟ Ε.Π</w:t>
      </w:r>
      <w:r>
        <w:rPr>
          <w:rFonts w:ascii="Tahoma" w:hAnsi="Tahoma" w:cs="Tahoma"/>
          <w:b/>
          <w:sz w:val="20"/>
        </w:rPr>
        <w:t xml:space="preserve"> </w:t>
      </w:r>
      <w:r w:rsidRPr="00F96496">
        <w:rPr>
          <w:rFonts w:ascii="Tahoma" w:hAnsi="Tahoma" w:cs="Tahoma"/>
          <w:b/>
          <w:sz w:val="20"/>
        </w:rPr>
        <w:t>……………..</w:t>
      </w:r>
      <w:r w:rsidRPr="00F96496">
        <w:rPr>
          <w:rFonts w:ascii="Tahoma" w:hAnsi="Tahoma" w:cs="Tahoma"/>
          <w:b/>
          <w:sz w:val="20"/>
          <w:lang w:val="en-US"/>
        </w:rPr>
        <w:t>2014-2020</w:t>
      </w:r>
    </w:p>
    <w:p w:rsidR="00F44C5D" w:rsidRPr="00F96496" w:rsidRDefault="00F44C5D" w:rsidP="00F96496">
      <w:pPr>
        <w:spacing w:before="120" w:line="280" w:lineRule="atLeast"/>
        <w:ind w:left="720" w:firstLine="131"/>
        <w:jc w:val="left"/>
        <w:outlineLvl w:val="0"/>
        <w:rPr>
          <w:rFonts w:ascii="Tahoma" w:hAnsi="Tahoma" w:cs="Tahoma"/>
          <w:b/>
          <w:sz w:val="20"/>
        </w:rPr>
      </w:pPr>
      <w:r w:rsidRPr="00F96496">
        <w:rPr>
          <w:rFonts w:ascii="Tahoma" w:hAnsi="Tahoma" w:cs="Tahoma"/>
          <w:b/>
          <w:sz w:val="20"/>
        </w:rPr>
        <w:t>ΣΤΟΝ ΑΞΟΝΑ ΠΡΟΤΕΡΑΙΟΤΗΤΑΣ «………………………………………….»</w:t>
      </w:r>
    </w:p>
    <w:p w:rsidR="00F44C5D" w:rsidRPr="00F96496" w:rsidRDefault="00F44C5D" w:rsidP="00F96496">
      <w:pPr>
        <w:spacing w:before="120" w:line="280" w:lineRule="atLeast"/>
        <w:rPr>
          <w:rFonts w:ascii="Tahoma" w:hAnsi="Tahoma" w:cs="Tahoma"/>
          <w:sz w:val="20"/>
        </w:rPr>
      </w:pPr>
    </w:p>
    <w:p w:rsidR="00F44C5D" w:rsidRPr="00F96496" w:rsidRDefault="00F44C5D" w:rsidP="00F96496">
      <w:pPr>
        <w:spacing w:before="120" w:line="280" w:lineRule="atLeast"/>
        <w:rPr>
          <w:rFonts w:ascii="Tahoma" w:hAnsi="Tahoma" w:cs="Tahoma"/>
          <w:sz w:val="20"/>
        </w:rPr>
      </w:pPr>
      <w:r w:rsidRPr="00F96496">
        <w:rPr>
          <w:rFonts w:ascii="Tahoma" w:hAnsi="Tahoma" w:cs="Tahoma"/>
          <w:sz w:val="20"/>
        </w:rPr>
        <w:t xml:space="preserve">Σε συνέχεια της με αρ. πρωτ. </w:t>
      </w:r>
      <w:r>
        <w:rPr>
          <w:rFonts w:ascii="Tahoma" w:hAnsi="Tahoma" w:cs="Tahoma"/>
          <w:sz w:val="20"/>
        </w:rPr>
        <w:t>…….</w:t>
      </w:r>
      <w:r w:rsidRPr="00F96496">
        <w:rPr>
          <w:rFonts w:ascii="Tahoma" w:hAnsi="Tahoma" w:cs="Tahoma"/>
          <w:sz w:val="20"/>
        </w:rPr>
        <w:t>… Πρόσκλησης</w:t>
      </w:r>
      <w:r>
        <w:rPr>
          <w:rFonts w:ascii="Tahoma" w:hAnsi="Tahoma" w:cs="Tahoma"/>
          <w:sz w:val="20"/>
        </w:rPr>
        <w:t>, με Κωδικό</w:t>
      </w:r>
      <w:r w:rsidRPr="00F96496">
        <w:rPr>
          <w:rFonts w:ascii="Tahoma" w:hAnsi="Tahoma" w:cs="Tahoma"/>
          <w:sz w:val="20"/>
        </w:rPr>
        <w:t>:</w:t>
      </w:r>
      <w:r>
        <w:rPr>
          <w:rFonts w:ascii="Tahoma" w:hAnsi="Tahoma" w:cs="Tahoma"/>
          <w:sz w:val="20"/>
        </w:rPr>
        <w:t>…..…</w:t>
      </w:r>
      <w:r w:rsidRPr="00F96496">
        <w:rPr>
          <w:rFonts w:ascii="Tahoma" w:hAnsi="Tahoma" w:cs="Tahoma"/>
          <w:sz w:val="20"/>
        </w:rPr>
        <w:t>. της Ειδικής Υπηρεσίας Διαχείρισης [</w:t>
      </w:r>
      <w:r w:rsidRPr="00F96496">
        <w:rPr>
          <w:rFonts w:ascii="Tahoma" w:hAnsi="Tahoma" w:cs="Tahoma"/>
          <w:i/>
          <w:sz w:val="20"/>
        </w:rPr>
        <w:t>(ή εναλλακτικά του Ενδιάμεσου Φορέα]</w:t>
      </w:r>
      <w:r>
        <w:rPr>
          <w:rFonts w:ascii="Tahoma" w:hAnsi="Tahoma" w:cs="Tahoma"/>
          <w:sz w:val="20"/>
        </w:rPr>
        <w:t xml:space="preserve"> </w:t>
      </w:r>
      <w:r w:rsidRPr="00F96496">
        <w:rPr>
          <w:rFonts w:ascii="Tahoma" w:hAnsi="Tahoma" w:cs="Tahoma"/>
          <w:sz w:val="20"/>
        </w:rPr>
        <w:t>για την υποβολή προτάσεων στο πλαίσιο του Άξονα Προτεραιότητας ……</w:t>
      </w:r>
      <w:r>
        <w:rPr>
          <w:rFonts w:ascii="Tahoma" w:hAnsi="Tahoma" w:cs="Tahoma"/>
          <w:sz w:val="20"/>
        </w:rPr>
        <w:t>………………………</w:t>
      </w:r>
      <w:r w:rsidRPr="00F96496">
        <w:rPr>
          <w:rFonts w:ascii="Tahoma" w:hAnsi="Tahoma" w:cs="Tahoma"/>
          <w:sz w:val="20"/>
        </w:rPr>
        <w:t>, του Ε.Π. …</w:t>
      </w:r>
      <w:r>
        <w:rPr>
          <w:rFonts w:ascii="Tahoma" w:hAnsi="Tahoma" w:cs="Tahoma"/>
          <w:sz w:val="20"/>
        </w:rPr>
        <w:t>…………….</w:t>
      </w:r>
      <w:r w:rsidRPr="00F96496">
        <w:rPr>
          <w:rFonts w:ascii="Tahoma" w:hAnsi="Tahoma" w:cs="Tahoma"/>
          <w:sz w:val="20"/>
        </w:rPr>
        <w:t>…, το οποίο συγχρηματοδοτείται από το …</w:t>
      </w:r>
      <w:r>
        <w:rPr>
          <w:rFonts w:ascii="Tahoma" w:hAnsi="Tahoma" w:cs="Tahoma"/>
          <w:sz w:val="20"/>
        </w:rPr>
        <w:t>……….</w:t>
      </w:r>
      <w:r w:rsidRPr="00F96496">
        <w:rPr>
          <w:rFonts w:ascii="Tahoma" w:hAnsi="Tahoma" w:cs="Tahoma"/>
          <w:sz w:val="20"/>
        </w:rPr>
        <w:t>…</w:t>
      </w:r>
      <w:r w:rsidRPr="00F96496">
        <w:rPr>
          <w:rFonts w:ascii="Tahoma" w:hAnsi="Tahoma" w:cs="Tahoma"/>
          <w:i/>
          <w:sz w:val="20"/>
        </w:rPr>
        <w:t xml:space="preserve">(αναφορά </w:t>
      </w:r>
      <w:r>
        <w:rPr>
          <w:rFonts w:ascii="Tahoma" w:hAnsi="Tahoma" w:cs="Tahoma"/>
          <w:i/>
          <w:sz w:val="20"/>
        </w:rPr>
        <w:t>Τ</w:t>
      </w:r>
      <w:r w:rsidRPr="00F96496">
        <w:rPr>
          <w:rFonts w:ascii="Tahoma" w:hAnsi="Tahoma" w:cs="Tahoma"/>
          <w:i/>
          <w:sz w:val="20"/>
        </w:rPr>
        <w:t xml:space="preserve">αμείου), </w:t>
      </w:r>
      <w:r w:rsidRPr="00F96496">
        <w:rPr>
          <w:rFonts w:ascii="Tahoma" w:hAnsi="Tahoma" w:cs="Tahoma"/>
          <w:b/>
          <w:sz w:val="20"/>
        </w:rPr>
        <w:t>υποβάλλουμε πρόταση για τη χρηματοδότηση της πράξης με τίτλο «……………………………………………..»</w:t>
      </w:r>
      <w:r>
        <w:rPr>
          <w:rFonts w:ascii="Tahoma" w:hAnsi="Tahoma" w:cs="Tahoma"/>
          <w:b/>
          <w:sz w:val="20"/>
        </w:rPr>
        <w:t xml:space="preserve">, κωδικό </w:t>
      </w:r>
      <w:r>
        <w:rPr>
          <w:rFonts w:ascii="Tahoma" w:hAnsi="Tahoma" w:cs="Tahoma"/>
          <w:b/>
          <w:sz w:val="20"/>
          <w:lang w:val="en-US"/>
        </w:rPr>
        <w:t>MIS</w:t>
      </w:r>
      <w:r>
        <w:rPr>
          <w:rFonts w:ascii="Tahoma" w:hAnsi="Tahoma" w:cs="Tahoma"/>
          <w:b/>
          <w:sz w:val="20"/>
        </w:rPr>
        <w:t xml:space="preserve"> ……..</w:t>
      </w:r>
      <w:r w:rsidRPr="00F96496">
        <w:rPr>
          <w:rFonts w:ascii="Tahoma" w:hAnsi="Tahoma" w:cs="Tahoma"/>
          <w:b/>
          <w:sz w:val="20"/>
        </w:rPr>
        <w:t xml:space="preserve"> και </w:t>
      </w:r>
      <w:r>
        <w:rPr>
          <w:rFonts w:ascii="Tahoma" w:hAnsi="Tahoma" w:cs="Tahoma"/>
          <w:b/>
          <w:sz w:val="20"/>
        </w:rPr>
        <w:t xml:space="preserve">συνολική </w:t>
      </w:r>
      <w:r w:rsidRPr="00F96496">
        <w:rPr>
          <w:rFonts w:ascii="Tahoma" w:hAnsi="Tahoma" w:cs="Tahoma"/>
          <w:b/>
          <w:sz w:val="20"/>
        </w:rPr>
        <w:t xml:space="preserve">δημόσια δαπάνη …………….. ευρώ. </w:t>
      </w:r>
    </w:p>
    <w:p w:rsidR="00F44C5D" w:rsidRPr="00F96496" w:rsidRDefault="00F44C5D" w:rsidP="00F96496">
      <w:pPr>
        <w:spacing w:before="120" w:line="280" w:lineRule="atLeast"/>
        <w:rPr>
          <w:rFonts w:ascii="Tahoma" w:hAnsi="Tahoma" w:cs="Tahoma"/>
          <w:sz w:val="20"/>
        </w:rPr>
      </w:pPr>
      <w:r w:rsidRPr="00F96496">
        <w:rPr>
          <w:rFonts w:ascii="Tahoma" w:hAnsi="Tahoma" w:cs="Tahoma"/>
          <w:sz w:val="20"/>
        </w:rPr>
        <w:t xml:space="preserve">Η πρόταση περιγράφεται αναλυτικά στο </w:t>
      </w:r>
      <w:r>
        <w:rPr>
          <w:rFonts w:ascii="Tahoma" w:hAnsi="Tahoma" w:cs="Tahoma"/>
          <w:sz w:val="20"/>
        </w:rPr>
        <w:t>ηλεκτρονικά υποβληθέν</w:t>
      </w:r>
      <w:r w:rsidRPr="00F96496">
        <w:rPr>
          <w:rFonts w:ascii="Tahoma" w:hAnsi="Tahoma" w:cs="Tahoma"/>
          <w:sz w:val="20"/>
        </w:rPr>
        <w:t xml:space="preserve"> </w:t>
      </w:r>
      <w:r>
        <w:rPr>
          <w:rFonts w:ascii="Tahoma" w:hAnsi="Tahoma" w:cs="Tahoma"/>
          <w:sz w:val="20"/>
        </w:rPr>
        <w:t xml:space="preserve">στο ΟΠΣ – ΕΣΠΑ </w:t>
      </w:r>
      <w:r w:rsidRPr="00F96496">
        <w:rPr>
          <w:rFonts w:ascii="Tahoma" w:hAnsi="Tahoma" w:cs="Tahoma"/>
          <w:sz w:val="20"/>
        </w:rPr>
        <w:t>Τεχνικό Δελτίο Πράξης</w:t>
      </w:r>
      <w:r>
        <w:rPr>
          <w:rFonts w:ascii="Tahoma" w:hAnsi="Tahoma" w:cs="Tahoma"/>
          <w:sz w:val="20"/>
        </w:rPr>
        <w:t>, με α/α Δελτίου ……</w:t>
      </w:r>
      <w:r w:rsidRPr="00F96496">
        <w:rPr>
          <w:rFonts w:ascii="Tahoma" w:hAnsi="Tahoma" w:cs="Tahoma"/>
          <w:sz w:val="20"/>
        </w:rPr>
        <w:t xml:space="preserve"> και στα σχετικά συνοδευτικά έγγραφα</w:t>
      </w:r>
      <w:r>
        <w:rPr>
          <w:rFonts w:ascii="Tahoma" w:hAnsi="Tahoma" w:cs="Tahoma"/>
          <w:sz w:val="20"/>
        </w:rPr>
        <w:t xml:space="preserve"> που έχουν επισυναφθεί σε αυτό</w:t>
      </w:r>
      <w:r w:rsidRPr="00F96496">
        <w:rPr>
          <w:rFonts w:ascii="Tahoma" w:hAnsi="Tahoma" w:cs="Tahoma"/>
          <w:sz w:val="20"/>
        </w:rPr>
        <w:t>.</w:t>
      </w:r>
    </w:p>
    <w:p w:rsidR="00F44C5D" w:rsidRDefault="00F44C5D" w:rsidP="00F96496">
      <w:pPr>
        <w:spacing w:before="120" w:line="280" w:lineRule="atLeast"/>
        <w:rPr>
          <w:rFonts w:ascii="Tahoma" w:hAnsi="Tahoma" w:cs="Tahoma"/>
          <w:sz w:val="20"/>
        </w:rPr>
      </w:pPr>
      <w:r w:rsidRPr="00F96496">
        <w:rPr>
          <w:rFonts w:ascii="Tahoma" w:hAnsi="Tahoma" w:cs="Tahoma"/>
          <w:sz w:val="20"/>
        </w:rPr>
        <w:t>Επιπρόσθετα βεβαιώνουμε υπεύθυνα ότι:</w:t>
      </w:r>
      <w:r w:rsidRPr="00921C4F">
        <w:rPr>
          <w:rFonts w:ascii="Tahoma" w:hAnsi="Tahoma" w:cs="Tahoma"/>
          <w:sz w:val="20"/>
        </w:rPr>
        <w:t xml:space="preserve"> </w:t>
      </w:r>
    </w:p>
    <w:p w:rsidR="00F44C5D" w:rsidRPr="00F96496" w:rsidRDefault="00F44C5D" w:rsidP="004E09CC">
      <w:pPr>
        <w:spacing w:before="120" w:line="280" w:lineRule="atLeast"/>
        <w:ind w:left="284" w:hanging="284"/>
        <w:rPr>
          <w:rFonts w:ascii="Tahoma" w:hAnsi="Tahoma" w:cs="Tahoma"/>
          <w:sz w:val="20"/>
        </w:rPr>
      </w:pPr>
      <w:r w:rsidRPr="00F96496">
        <w:rPr>
          <w:rFonts w:ascii="Tahoma" w:hAnsi="Tahoma" w:cs="Tahoma"/>
          <w:sz w:val="20"/>
        </w:rPr>
        <w:t xml:space="preserve">α)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F44C5D" w:rsidRDefault="00F44C5D" w:rsidP="004E09CC">
      <w:pPr>
        <w:spacing w:before="120" w:line="280" w:lineRule="atLeast"/>
        <w:ind w:left="284" w:hanging="284"/>
        <w:rPr>
          <w:rFonts w:ascii="Tahoma" w:hAnsi="Tahoma" w:cs="Tahoma"/>
          <w:sz w:val="20"/>
        </w:rPr>
      </w:pPr>
      <w:r w:rsidRPr="00F96496">
        <w:rPr>
          <w:rFonts w:ascii="Tahoma" w:hAnsi="Tahoma" w:cs="Tahoma"/>
          <w:sz w:val="20"/>
        </w:rPr>
        <w:t xml:space="preserve">β) Δεν έχει ολοκληρωθεί το φυσικό αντικείμενο της προτεινόμενης πράξης </w:t>
      </w:r>
      <w:r>
        <w:rPr>
          <w:rFonts w:ascii="Tahoma" w:hAnsi="Tahoma" w:cs="Tahoma"/>
          <w:sz w:val="20"/>
        </w:rPr>
        <w:t>(η πράξη δεν έχει περατωθεί φυσικά ούτε έχει εκτελεστεί πλήρως).</w:t>
      </w:r>
    </w:p>
    <w:p w:rsidR="00F44C5D" w:rsidRPr="00F96496" w:rsidRDefault="00F44C5D" w:rsidP="004E09CC">
      <w:pPr>
        <w:spacing w:before="120" w:line="280" w:lineRule="atLeast"/>
        <w:ind w:left="284" w:hanging="284"/>
        <w:rPr>
          <w:rFonts w:ascii="Tahoma" w:hAnsi="Tahoma" w:cs="Tahoma"/>
          <w:sz w:val="20"/>
        </w:rPr>
      </w:pPr>
      <w:r w:rsidRPr="00F96496">
        <w:rPr>
          <w:rFonts w:ascii="Tahoma" w:hAnsi="Tahoma" w:cs="Tahoma"/>
          <w:sz w:val="20"/>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F44C5D" w:rsidRDefault="00F44C5D" w:rsidP="00263859">
      <w:pPr>
        <w:spacing w:before="60" w:line="280" w:lineRule="atLeast"/>
        <w:ind w:left="426" w:hanging="426"/>
        <w:rPr>
          <w:rFonts w:ascii="Tahoma" w:hAnsi="Tahoma" w:cs="Tahoma"/>
          <w:sz w:val="20"/>
        </w:rPr>
      </w:pPr>
      <w:r>
        <w:rPr>
          <w:rFonts w:ascii="Tahoma" w:hAnsi="Tahoma" w:cs="Tahoma"/>
          <w:sz w:val="20"/>
        </w:rPr>
        <w:t xml:space="preserve">δ) </w:t>
      </w:r>
      <w:r>
        <w:rPr>
          <w:rFonts w:ascii="Tahoma" w:hAnsi="Tahoma" w:cs="Tahoma"/>
          <w:sz w:val="20"/>
        </w:rPr>
        <w:tab/>
      </w:r>
      <w:r w:rsidRPr="00014551">
        <w:rPr>
          <w:rFonts w:ascii="Tahoma" w:hAnsi="Tahoma" w:cs="Tahoma"/>
          <w:sz w:val="20"/>
        </w:rPr>
        <w:t>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αξιολογηθεί θετικά και χρηματοδοτηθεί από το ΕΠ θα τηρήσω τις εν λόγω υποχρεώσεις.</w:t>
      </w:r>
    </w:p>
    <w:p w:rsidR="00F44C5D" w:rsidRDefault="00F44C5D" w:rsidP="00263859">
      <w:pPr>
        <w:spacing w:before="60" w:line="280" w:lineRule="atLeast"/>
        <w:ind w:left="426" w:hanging="426"/>
        <w:rPr>
          <w:rFonts w:ascii="Tahoma" w:hAnsi="Tahoma" w:cs="Tahoma"/>
          <w:sz w:val="20"/>
        </w:rPr>
      </w:pPr>
      <w:r>
        <w:rPr>
          <w:rFonts w:ascii="Tahoma" w:hAnsi="Tahoma" w:cs="Tahoma"/>
          <w:sz w:val="20"/>
        </w:rPr>
        <w:t xml:space="preserve">ε)    Η προτεινόμενη πράξη περιλαμβάνεται στο εγκεκριμένο Πρόγραμμα Τεχνικής Βοήθειας . </w:t>
      </w:r>
    </w:p>
    <w:p w:rsidR="00F44C5D" w:rsidRPr="00516A68" w:rsidRDefault="00F44C5D" w:rsidP="00664E4E">
      <w:pPr>
        <w:spacing w:before="60" w:line="280" w:lineRule="atLeast"/>
        <w:ind w:left="426" w:hanging="426"/>
        <w:rPr>
          <w:rFonts w:ascii="Tahoma" w:hAnsi="Tahoma" w:cs="Tahoma"/>
          <w:sz w:val="20"/>
        </w:rPr>
      </w:pPr>
      <w:r w:rsidRPr="00516A68">
        <w:rPr>
          <w:rFonts w:ascii="Tahoma" w:hAnsi="Tahoma" w:cs="Tahoma"/>
          <w:sz w:val="20"/>
        </w:rPr>
        <w:t xml:space="preserve">στ)  Ο φορέας λειτουργίας ή/και συντήρησης της πράξης, που θα αναλάβει </w:t>
      </w:r>
      <w:r w:rsidRPr="00516A68">
        <w:rPr>
          <w:rFonts w:ascii="Tahoma" w:hAnsi="Tahoma" w:cs="Tahoma"/>
          <w:bCs/>
          <w:sz w:val="20"/>
        </w:rPr>
        <w:t>τη λειτουργία ή/ και συντήρηση του έργου,</w:t>
      </w:r>
      <w:r w:rsidRPr="00516A68">
        <w:rPr>
          <w:rFonts w:ascii="Tahoma" w:hAnsi="Tahoma" w:cs="Tahoma"/>
          <w:sz w:val="20"/>
        </w:rPr>
        <w:t xml:space="preserve"> έχει λάβει γνώση και συμφωνεί με το περιεχόμενο της πρότασης (εφόσον υπάρχει άλλος φορέας πλην της ΕΥΔ ΕΠ ΠΗ).</w:t>
      </w:r>
    </w:p>
    <w:p w:rsidR="00F44C5D" w:rsidRDefault="00F44C5D" w:rsidP="00263859">
      <w:pPr>
        <w:spacing w:before="60" w:line="280" w:lineRule="atLeast"/>
        <w:ind w:left="426" w:hanging="426"/>
        <w:rPr>
          <w:rFonts w:ascii="Tahoma" w:hAnsi="Tahoma" w:cs="Tahoma"/>
          <w:sz w:val="20"/>
        </w:rPr>
      </w:pPr>
      <w:r w:rsidRPr="00516A68">
        <w:rPr>
          <w:rFonts w:ascii="Tahoma" w:hAnsi="Tahoma" w:cs="Tahoma"/>
          <w:sz w:val="20"/>
        </w:rPr>
        <w:t>ζ)  Ο κύριος του έργου (φορέας πρότασης) …………………, για λογαριασμό του οποίου προτείνεται το έργο, έχει λάβει γνώση και συμφωνεί με το περιεχόμενο της πρότασης (εφόσον υπάρχει άλλος φορέας πλην της ΕΥΔ ΕΠ ΠΗ).</w:t>
      </w:r>
    </w:p>
    <w:p w:rsidR="00F44C5D" w:rsidRDefault="00F44C5D" w:rsidP="001A1D90">
      <w:pPr>
        <w:spacing w:before="60" w:line="280" w:lineRule="atLeast"/>
        <w:rPr>
          <w:rFonts w:ascii="Tahoma" w:hAnsi="Tahoma" w:cs="Tahoma"/>
          <w:sz w:val="20"/>
        </w:rPr>
      </w:pPr>
    </w:p>
    <w:p w:rsidR="00F44C5D" w:rsidRDefault="00F44C5D" w:rsidP="00AC76D9">
      <w:pPr>
        <w:spacing w:before="60" w:line="280" w:lineRule="atLeast"/>
        <w:rPr>
          <w:rFonts w:ascii="Tahoma" w:hAnsi="Tahoma" w:cs="Tahoma"/>
          <w:sz w:val="18"/>
          <w:szCs w:val="18"/>
        </w:rPr>
      </w:pPr>
    </w:p>
    <w:tbl>
      <w:tblPr>
        <w:tblpPr w:leftFromText="180" w:rightFromText="180" w:vertAnchor="text" w:horzAnchor="margin" w:tblpXSpec="right" w:tblpY="172"/>
        <w:tblW w:w="4644" w:type="dxa"/>
        <w:tblLook w:val="01E0"/>
      </w:tblPr>
      <w:tblGrid>
        <w:gridCol w:w="4644"/>
      </w:tblGrid>
      <w:tr w:rsidR="00F44C5D" w:rsidRPr="00AC76D9" w:rsidTr="00186E7F">
        <w:trPr>
          <w:trHeight w:val="942"/>
        </w:trPr>
        <w:tc>
          <w:tcPr>
            <w:tcW w:w="4644" w:type="dxa"/>
          </w:tcPr>
          <w:p w:rsidR="00F44C5D" w:rsidRPr="003F5441" w:rsidRDefault="00F44C5D" w:rsidP="00186E7F">
            <w:pPr>
              <w:spacing w:before="60" w:line="280" w:lineRule="atLeast"/>
              <w:jc w:val="center"/>
              <w:rPr>
                <w:rFonts w:ascii="Tahoma" w:hAnsi="Tahoma" w:cs="Tahoma"/>
                <w:sz w:val="20"/>
              </w:rPr>
            </w:pPr>
            <w:r w:rsidRPr="003F5441">
              <w:rPr>
                <w:rFonts w:ascii="Tahoma" w:hAnsi="Tahoma" w:cs="Tahoma"/>
                <w:sz w:val="20"/>
              </w:rPr>
              <w:t>Ο Νόμιμος Εκπρόσωπος Δικαιούχου</w:t>
            </w:r>
          </w:p>
          <w:p w:rsidR="00F44C5D" w:rsidRPr="003F5441" w:rsidRDefault="00F44C5D" w:rsidP="00186E7F">
            <w:pPr>
              <w:spacing w:before="60" w:line="280" w:lineRule="atLeast"/>
              <w:rPr>
                <w:rFonts w:ascii="Tahoma" w:hAnsi="Tahoma" w:cs="Tahoma"/>
                <w:sz w:val="20"/>
              </w:rPr>
            </w:pPr>
          </w:p>
        </w:tc>
      </w:tr>
      <w:tr w:rsidR="00F44C5D" w:rsidRPr="00AC76D9" w:rsidTr="00186E7F">
        <w:trPr>
          <w:trHeight w:val="1055"/>
        </w:trPr>
        <w:tc>
          <w:tcPr>
            <w:tcW w:w="4644" w:type="dxa"/>
          </w:tcPr>
          <w:p w:rsidR="00F44C5D" w:rsidRPr="003F5441" w:rsidRDefault="00F44C5D" w:rsidP="00186E7F">
            <w:pPr>
              <w:spacing w:before="60" w:line="280" w:lineRule="atLeast"/>
              <w:jc w:val="center"/>
              <w:rPr>
                <w:rFonts w:ascii="Tahoma" w:hAnsi="Tahoma" w:cs="Tahoma"/>
                <w:sz w:val="20"/>
              </w:rPr>
            </w:pPr>
            <w:r w:rsidRPr="003F5441">
              <w:rPr>
                <w:rFonts w:ascii="Tahoma" w:hAnsi="Tahoma" w:cs="Tahoma"/>
                <w:sz w:val="20"/>
              </w:rPr>
              <w:t>(υπογραφή)</w:t>
            </w:r>
          </w:p>
          <w:p w:rsidR="00F44C5D" w:rsidRPr="003F5441" w:rsidRDefault="00F44C5D" w:rsidP="00186E7F">
            <w:pPr>
              <w:spacing w:before="60" w:line="280" w:lineRule="atLeast"/>
              <w:ind w:left="720"/>
              <w:rPr>
                <w:rFonts w:ascii="Tahoma" w:hAnsi="Tahoma" w:cs="Tahoma"/>
                <w:sz w:val="20"/>
              </w:rPr>
            </w:pPr>
          </w:p>
        </w:tc>
      </w:tr>
    </w:tbl>
    <w:p w:rsidR="00F44C5D" w:rsidRPr="00AC76D9" w:rsidRDefault="00F44C5D" w:rsidP="00AC76D9">
      <w:pPr>
        <w:spacing w:before="60" w:line="280" w:lineRule="atLeast"/>
        <w:rPr>
          <w:rFonts w:ascii="Tahoma" w:hAnsi="Tahoma" w:cs="Tahoma"/>
          <w:sz w:val="18"/>
          <w:szCs w:val="18"/>
        </w:rPr>
      </w:pPr>
    </w:p>
    <w:p w:rsidR="00F44C5D" w:rsidRDefault="00F44C5D" w:rsidP="00AC76D9">
      <w:pPr>
        <w:keepNext/>
        <w:spacing w:before="60" w:line="280" w:lineRule="atLeast"/>
        <w:jc w:val="left"/>
        <w:outlineLvl w:val="0"/>
        <w:rPr>
          <w:rFonts w:ascii="Tahoma" w:hAnsi="Tahoma" w:cs="Tahoma"/>
          <w:sz w:val="18"/>
          <w:szCs w:val="18"/>
        </w:rPr>
      </w:pPr>
      <w:r w:rsidRPr="00AC76D9">
        <w:rPr>
          <w:rFonts w:ascii="Tahoma" w:hAnsi="Tahoma" w:cs="Tahoma"/>
          <w:b/>
          <w:sz w:val="18"/>
          <w:szCs w:val="18"/>
        </w:rPr>
        <w:br w:type="page"/>
        <w:t>ΣΥΝΗΜΜΕΝΑ ΕΓΓΡΑΦΑ:</w:t>
      </w:r>
    </w:p>
    <w:p w:rsidR="00F44C5D" w:rsidRPr="001F72DC" w:rsidRDefault="00F44C5D" w:rsidP="009F752B">
      <w:pPr>
        <w:keepNext/>
        <w:spacing w:before="60" w:line="280" w:lineRule="atLeast"/>
        <w:outlineLvl w:val="0"/>
        <w:rPr>
          <w:rFonts w:ascii="Tahoma" w:hAnsi="Tahoma" w:cs="Tahoma"/>
          <w:i/>
          <w:sz w:val="18"/>
          <w:szCs w:val="18"/>
        </w:rPr>
      </w:pPr>
      <w:r w:rsidRPr="001F72DC">
        <w:rPr>
          <w:rFonts w:ascii="Tahoma" w:hAnsi="Tahoma" w:cs="Tahoma"/>
          <w:i/>
          <w:sz w:val="18"/>
          <w:szCs w:val="18"/>
        </w:rPr>
        <w:t xml:space="preserve">Τα </w:t>
      </w:r>
      <w:r>
        <w:rPr>
          <w:rFonts w:ascii="Tahoma" w:hAnsi="Tahoma" w:cs="Tahoma"/>
          <w:i/>
          <w:sz w:val="18"/>
          <w:szCs w:val="18"/>
        </w:rPr>
        <w:t>ακόλουθα</w:t>
      </w:r>
      <w:r w:rsidRPr="001F72DC">
        <w:rPr>
          <w:rFonts w:ascii="Tahoma" w:hAnsi="Tahoma" w:cs="Tahoma"/>
          <w:i/>
          <w:sz w:val="18"/>
          <w:szCs w:val="18"/>
        </w:rPr>
        <w:t xml:space="preserve"> έχουν υποβληθεί στο ΟΠΣ – ΕΣΠΑ με </w:t>
      </w:r>
      <w:r>
        <w:rPr>
          <w:rFonts w:ascii="Tahoma" w:hAnsi="Tahoma" w:cs="Tahoma"/>
          <w:i/>
          <w:sz w:val="18"/>
          <w:szCs w:val="18"/>
        </w:rPr>
        <w:t>α/α</w:t>
      </w:r>
      <w:r w:rsidRPr="001F72DC">
        <w:rPr>
          <w:rFonts w:ascii="Tahoma" w:hAnsi="Tahoma" w:cs="Tahoma"/>
          <w:i/>
          <w:sz w:val="18"/>
          <w:szCs w:val="18"/>
        </w:rPr>
        <w:t xml:space="preserve"> Τεχνικού Δελτίου Πράξης ………., για την πράξη με κωδικό </w:t>
      </w:r>
      <w:r w:rsidRPr="001F72DC">
        <w:rPr>
          <w:rFonts w:ascii="Tahoma" w:hAnsi="Tahoma" w:cs="Tahoma"/>
          <w:i/>
          <w:sz w:val="18"/>
          <w:szCs w:val="18"/>
          <w:lang w:val="en-US"/>
        </w:rPr>
        <w:t>MIS</w:t>
      </w:r>
      <w:r>
        <w:rPr>
          <w:rFonts w:ascii="Tahoma" w:hAnsi="Tahoma" w:cs="Tahoma"/>
          <w:i/>
          <w:sz w:val="18"/>
          <w:szCs w:val="18"/>
        </w:rPr>
        <w:t xml:space="preserve"> </w:t>
      </w:r>
      <w:r w:rsidRPr="001F72DC">
        <w:rPr>
          <w:rFonts w:ascii="Tahoma" w:hAnsi="Tahoma" w:cs="Tahoma"/>
          <w:i/>
          <w:sz w:val="18"/>
          <w:szCs w:val="18"/>
        </w:rPr>
        <w:t>……….</w:t>
      </w:r>
    </w:p>
    <w:p w:rsidR="00F44C5D" w:rsidRDefault="00F44C5D" w:rsidP="00AC76D9">
      <w:pPr>
        <w:numPr>
          <w:ilvl w:val="0"/>
          <w:numId w:val="10"/>
        </w:numPr>
        <w:spacing w:before="60" w:line="280" w:lineRule="atLeast"/>
        <w:rPr>
          <w:rFonts w:ascii="Tahoma" w:hAnsi="Tahoma" w:cs="Tahoma"/>
          <w:sz w:val="18"/>
          <w:szCs w:val="18"/>
        </w:rPr>
      </w:pPr>
      <w:r w:rsidRPr="00AC76D9">
        <w:rPr>
          <w:rFonts w:ascii="Tahoma" w:hAnsi="Tahoma" w:cs="Tahoma"/>
          <w:sz w:val="18"/>
          <w:szCs w:val="18"/>
        </w:rPr>
        <w:t xml:space="preserve">Τεχνικό </w:t>
      </w:r>
      <w:r>
        <w:rPr>
          <w:rFonts w:ascii="Tahoma" w:hAnsi="Tahoma" w:cs="Tahoma"/>
          <w:sz w:val="18"/>
          <w:szCs w:val="18"/>
        </w:rPr>
        <w:t>Δελτίο Πράξης (ΤΔΠ)</w:t>
      </w:r>
    </w:p>
    <w:p w:rsidR="00F44C5D" w:rsidRPr="00AC76D9" w:rsidRDefault="00F44C5D" w:rsidP="00AC76D9">
      <w:pPr>
        <w:numPr>
          <w:ilvl w:val="0"/>
          <w:numId w:val="10"/>
        </w:numPr>
        <w:spacing w:before="60" w:line="280" w:lineRule="atLeast"/>
        <w:rPr>
          <w:rFonts w:ascii="Tahoma" w:hAnsi="Tahoma" w:cs="Tahoma"/>
          <w:sz w:val="18"/>
          <w:szCs w:val="18"/>
        </w:rPr>
      </w:pPr>
      <w:r>
        <w:rPr>
          <w:rFonts w:ascii="Tahoma" w:hAnsi="Tahoma" w:cs="Tahoma"/>
          <w:sz w:val="18"/>
          <w:szCs w:val="18"/>
        </w:rPr>
        <w:t xml:space="preserve">Σχέδιο Απόφασης εκτέλεσης με ίδια μέσα </w:t>
      </w:r>
      <w:r>
        <w:rPr>
          <w:rFonts w:ascii="Tahoma" w:hAnsi="Tahoma" w:cs="Tahoma"/>
          <w:i/>
          <w:sz w:val="18"/>
          <w:szCs w:val="18"/>
        </w:rPr>
        <w:t>[</w:t>
      </w:r>
      <w:r w:rsidRPr="008B4FA6">
        <w:rPr>
          <w:rFonts w:ascii="Tahoma" w:hAnsi="Tahoma" w:cs="Tahoma"/>
          <w:i/>
          <w:sz w:val="18"/>
          <w:szCs w:val="18"/>
        </w:rPr>
        <w:t>εφόσον απαιτείται</w:t>
      </w:r>
      <w:r>
        <w:rPr>
          <w:rFonts w:ascii="Tahoma" w:hAnsi="Tahoma" w:cs="Tahoma"/>
          <w:i/>
          <w:sz w:val="18"/>
          <w:szCs w:val="18"/>
        </w:rPr>
        <w:t>]</w:t>
      </w:r>
    </w:p>
    <w:p w:rsidR="00F44C5D" w:rsidRPr="005A5630" w:rsidRDefault="00F44C5D" w:rsidP="00AC76D9">
      <w:pPr>
        <w:numPr>
          <w:ilvl w:val="0"/>
          <w:numId w:val="10"/>
        </w:numPr>
        <w:spacing w:before="60" w:line="280" w:lineRule="atLeast"/>
        <w:rPr>
          <w:rFonts w:ascii="Tahoma" w:hAnsi="Tahoma" w:cs="Tahoma"/>
          <w:sz w:val="18"/>
          <w:szCs w:val="18"/>
        </w:rPr>
      </w:pPr>
      <w:r>
        <w:rPr>
          <w:rFonts w:ascii="Tahoma" w:hAnsi="Tahoma" w:cs="Tahoma"/>
          <w:sz w:val="18"/>
          <w:szCs w:val="18"/>
        </w:rPr>
        <w:t>Σ</w:t>
      </w:r>
      <w:r w:rsidRPr="005A5630">
        <w:rPr>
          <w:rFonts w:ascii="Tahoma" w:hAnsi="Tahoma" w:cs="Tahoma"/>
          <w:sz w:val="18"/>
          <w:szCs w:val="18"/>
        </w:rPr>
        <w:t xml:space="preserve">τοιχεία που </w:t>
      </w:r>
      <w:r>
        <w:rPr>
          <w:rFonts w:ascii="Tahoma" w:hAnsi="Tahoma" w:cs="Tahoma"/>
          <w:sz w:val="18"/>
          <w:szCs w:val="18"/>
        </w:rPr>
        <w:t>τεκμηριών</w:t>
      </w:r>
      <w:r w:rsidRPr="005A5630">
        <w:rPr>
          <w:rFonts w:ascii="Tahoma" w:hAnsi="Tahoma" w:cs="Tahoma"/>
          <w:sz w:val="18"/>
          <w:szCs w:val="18"/>
        </w:rPr>
        <w:t xml:space="preserve">ουν τη διοικητική, χρηματοοικονομική και επιχειρησιακή ικανότητα του </w:t>
      </w:r>
      <w:r>
        <w:rPr>
          <w:rFonts w:ascii="Tahoma" w:hAnsi="Tahoma" w:cs="Tahoma"/>
          <w:sz w:val="18"/>
          <w:szCs w:val="18"/>
        </w:rPr>
        <w:t>δ</w:t>
      </w:r>
      <w:r w:rsidRPr="005A5630">
        <w:rPr>
          <w:rFonts w:ascii="Tahoma" w:hAnsi="Tahoma" w:cs="Tahoma"/>
          <w:sz w:val="18"/>
          <w:szCs w:val="18"/>
        </w:rPr>
        <w:t xml:space="preserve">ικαιούχου </w:t>
      </w:r>
    </w:p>
    <w:p w:rsidR="00F44C5D" w:rsidRPr="00631D7C" w:rsidRDefault="00F44C5D" w:rsidP="00AC76D9">
      <w:pPr>
        <w:pStyle w:val="ListParagraph"/>
        <w:numPr>
          <w:ilvl w:val="0"/>
          <w:numId w:val="10"/>
        </w:numPr>
        <w:spacing w:before="60" w:after="60" w:line="280" w:lineRule="atLeast"/>
        <w:rPr>
          <w:rFonts w:ascii="Tahoma" w:hAnsi="Tahoma" w:cs="Tahoma"/>
          <w:sz w:val="18"/>
          <w:szCs w:val="18"/>
          <w:highlight w:val="yellow"/>
        </w:rPr>
      </w:pPr>
      <w:r w:rsidRPr="00631D7C">
        <w:rPr>
          <w:rFonts w:ascii="Tahoma" w:hAnsi="Tahoma" w:cs="Tahoma"/>
          <w:sz w:val="18"/>
          <w:szCs w:val="18"/>
          <w:highlight w:val="yellow"/>
        </w:rPr>
        <w:t xml:space="preserve">Δελτίο προόδου ενεργειών ωρίμανσης Πράξης  </w:t>
      </w:r>
      <w:r w:rsidRPr="00631D7C">
        <w:rPr>
          <w:rFonts w:ascii="Tahoma" w:hAnsi="Tahoma" w:cs="Tahoma"/>
          <w:i/>
          <w:sz w:val="18"/>
          <w:szCs w:val="18"/>
          <w:highlight w:val="yellow"/>
        </w:rPr>
        <w:t>[εφόσον απαιτείται]</w:t>
      </w:r>
    </w:p>
    <w:p w:rsidR="00F44C5D" w:rsidRPr="00AC76D9" w:rsidRDefault="00F44C5D" w:rsidP="00F778C9">
      <w:pPr>
        <w:numPr>
          <w:ilvl w:val="0"/>
          <w:numId w:val="10"/>
        </w:numPr>
        <w:spacing w:before="60" w:line="280" w:lineRule="atLeast"/>
        <w:rPr>
          <w:rFonts w:ascii="Tahoma" w:hAnsi="Tahoma" w:cs="Tahoma"/>
          <w:sz w:val="18"/>
          <w:szCs w:val="18"/>
        </w:rPr>
      </w:pPr>
      <w:r w:rsidRPr="00AC76D9">
        <w:rPr>
          <w:rFonts w:ascii="Tahoma" w:hAnsi="Tahoma" w:cs="Tahoma"/>
          <w:sz w:val="18"/>
          <w:szCs w:val="18"/>
        </w:rPr>
        <w:t>Στοιχεία που τεκμηριώνουν την αρμοδιότητα του δικαιο</w:t>
      </w:r>
      <w:r>
        <w:rPr>
          <w:rFonts w:ascii="Tahoma" w:hAnsi="Tahoma" w:cs="Tahoma"/>
          <w:sz w:val="18"/>
          <w:szCs w:val="18"/>
        </w:rPr>
        <w:t xml:space="preserve">ύχου να </w:t>
      </w:r>
      <w:r w:rsidRPr="00AC76D9">
        <w:rPr>
          <w:rFonts w:ascii="Tahoma" w:hAnsi="Tahoma" w:cs="Tahoma"/>
          <w:sz w:val="18"/>
          <w:szCs w:val="18"/>
        </w:rPr>
        <w:t xml:space="preserve">υλοποιήσει την προτεινόμενη πράξη </w:t>
      </w:r>
      <w:r w:rsidRPr="00AC76D9">
        <w:rPr>
          <w:rFonts w:ascii="Tahoma" w:hAnsi="Tahoma" w:cs="Tahoma"/>
          <w:i/>
          <w:sz w:val="18"/>
          <w:szCs w:val="18"/>
        </w:rPr>
        <w:t>[σύμφωνα με ό</w:t>
      </w:r>
      <w:r>
        <w:rPr>
          <w:rFonts w:ascii="Tahoma" w:hAnsi="Tahoma" w:cs="Tahoma"/>
          <w:i/>
          <w:sz w:val="18"/>
          <w:szCs w:val="18"/>
        </w:rPr>
        <w:t>,</w:t>
      </w:r>
      <w:r w:rsidRPr="00AC76D9">
        <w:rPr>
          <w:rFonts w:ascii="Tahoma" w:hAnsi="Tahoma" w:cs="Tahoma"/>
          <w:i/>
          <w:sz w:val="18"/>
          <w:szCs w:val="18"/>
        </w:rPr>
        <w:t>τι ζητείται στην πρόσκληση]</w:t>
      </w:r>
    </w:p>
    <w:p w:rsidR="00F44C5D" w:rsidRPr="00AC76D9" w:rsidRDefault="00F44C5D" w:rsidP="00AC76D9">
      <w:pPr>
        <w:numPr>
          <w:ilvl w:val="0"/>
          <w:numId w:val="10"/>
        </w:numPr>
        <w:spacing w:before="60" w:line="280" w:lineRule="atLeast"/>
        <w:rPr>
          <w:rFonts w:ascii="Tahoma" w:hAnsi="Tahoma" w:cs="Tahoma"/>
          <w:sz w:val="18"/>
          <w:szCs w:val="18"/>
        </w:rPr>
      </w:pPr>
      <w:r w:rsidRPr="00AC76D9">
        <w:rPr>
          <w:rFonts w:ascii="Tahoma" w:hAnsi="Tahoma" w:cs="Tahoma"/>
          <w:sz w:val="18"/>
          <w:szCs w:val="18"/>
        </w:rPr>
        <w:t xml:space="preserve">Κανονιστικό πλαίσιο ορισμού του φορέα λειτουργίας </w:t>
      </w:r>
      <w:r>
        <w:rPr>
          <w:rFonts w:ascii="Tahoma" w:hAnsi="Tahoma" w:cs="Tahoma"/>
          <w:sz w:val="18"/>
          <w:szCs w:val="18"/>
        </w:rPr>
        <w:t>ή/</w:t>
      </w:r>
      <w:r w:rsidRPr="00AC76D9">
        <w:rPr>
          <w:rFonts w:ascii="Tahoma" w:hAnsi="Tahoma" w:cs="Tahoma"/>
          <w:sz w:val="18"/>
          <w:szCs w:val="18"/>
        </w:rPr>
        <w:t xml:space="preserve">και συντήρησης της πράξης και των αντίστοιχων αρμοδιοτήτων του </w:t>
      </w:r>
      <w:r w:rsidRPr="008B4FA6">
        <w:rPr>
          <w:rFonts w:ascii="Tahoma" w:hAnsi="Tahoma" w:cs="Tahoma"/>
          <w:i/>
          <w:sz w:val="18"/>
          <w:szCs w:val="18"/>
        </w:rPr>
        <w:t>[εφόσον απαιτείται]</w:t>
      </w:r>
    </w:p>
    <w:p w:rsidR="00F44C5D" w:rsidRPr="00AC76D9" w:rsidRDefault="00F44C5D" w:rsidP="00AC76D9">
      <w:pPr>
        <w:numPr>
          <w:ilvl w:val="0"/>
          <w:numId w:val="10"/>
        </w:numPr>
        <w:spacing w:before="60" w:line="280" w:lineRule="atLeast"/>
        <w:rPr>
          <w:rFonts w:ascii="Tahoma" w:hAnsi="Tahoma" w:cs="Tahoma"/>
          <w:sz w:val="18"/>
          <w:szCs w:val="18"/>
        </w:rPr>
      </w:pPr>
      <w:r w:rsidRPr="00AC76D9">
        <w:rPr>
          <w:rFonts w:ascii="Tahoma" w:hAnsi="Tahoma" w:cs="Tahoma"/>
          <w:sz w:val="18"/>
          <w:szCs w:val="18"/>
        </w:rPr>
        <w:t xml:space="preserve">Λοιπά </w:t>
      </w:r>
      <w:r>
        <w:rPr>
          <w:rFonts w:ascii="Tahoma" w:hAnsi="Tahoma" w:cs="Tahoma"/>
          <w:sz w:val="18"/>
          <w:szCs w:val="18"/>
        </w:rPr>
        <w:t>έγγραφα και στοιχεία</w:t>
      </w:r>
      <w:r w:rsidRPr="00AC76D9">
        <w:rPr>
          <w:rFonts w:ascii="Tahoma" w:hAnsi="Tahoma" w:cs="Tahoma"/>
          <w:sz w:val="18"/>
          <w:szCs w:val="18"/>
        </w:rPr>
        <w:t xml:space="preserve"> </w:t>
      </w:r>
    </w:p>
    <w:p w:rsidR="00F44C5D" w:rsidRPr="00AC76D9" w:rsidRDefault="00F44C5D" w:rsidP="00AC76D9">
      <w:pPr>
        <w:spacing w:before="60" w:line="280" w:lineRule="atLeast"/>
        <w:rPr>
          <w:rFonts w:ascii="Tahoma" w:hAnsi="Tahoma" w:cs="Tahoma"/>
          <w:sz w:val="18"/>
          <w:szCs w:val="18"/>
        </w:rPr>
      </w:pPr>
    </w:p>
    <w:sectPr w:rsidR="00F44C5D" w:rsidRPr="00AC76D9" w:rsidSect="00E5611F">
      <w:headerReference w:type="even" r:id="rId8"/>
      <w:headerReference w:type="default" r:id="rId9"/>
      <w:footerReference w:type="even" r:id="rId10"/>
      <w:footerReference w:type="default" r:id="rId11"/>
      <w:headerReference w:type="first" r:id="rId12"/>
      <w:footerReference w:type="first" r:id="rId13"/>
      <w:pgSz w:w="11906" w:h="16838" w:code="9"/>
      <w:pgMar w:top="1134" w:right="1758" w:bottom="709" w:left="1758" w:header="709" w:footer="567" w:gutter="0"/>
      <w:pgNumType w:fmt="numberInDash"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C5D" w:rsidRDefault="00F44C5D">
      <w:r>
        <w:separator/>
      </w:r>
    </w:p>
  </w:endnote>
  <w:endnote w:type="continuationSeparator" w:id="0">
    <w:p w:rsidR="00F44C5D" w:rsidRDefault="00F44C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Verdana">
    <w:altName w:val="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61002A87" w:usb1="80000000" w:usb2="00000008"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Arial Narrow">
    <w:panose1 w:val="020B05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C5D" w:rsidRDefault="00F44C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F44C5D" w:rsidRPr="002976D4" w:rsidTr="0092595C">
      <w:trPr>
        <w:jc w:val="center"/>
      </w:trPr>
      <w:tc>
        <w:tcPr>
          <w:tcW w:w="3383" w:type="dxa"/>
          <w:tcBorders>
            <w:top w:val="single" w:sz="4" w:space="0" w:color="auto"/>
          </w:tcBorders>
        </w:tcPr>
        <w:p w:rsidR="00F44C5D" w:rsidRPr="00F119CB" w:rsidRDefault="00F44C5D" w:rsidP="00863AF0">
          <w:pPr>
            <w:spacing w:after="0" w:line="240" w:lineRule="auto"/>
            <w:jc w:val="left"/>
            <w:rPr>
              <w:rFonts w:ascii="Tahoma" w:hAnsi="Tahoma" w:cs="Tahoma"/>
              <w:b/>
              <w:sz w:val="16"/>
              <w:szCs w:val="16"/>
            </w:rPr>
          </w:pPr>
          <w:bookmarkStart w:id="0" w:name="_GoBack"/>
          <w:bookmarkEnd w:id="0"/>
          <w:r>
            <w:rPr>
              <w:rStyle w:val="PageNumber"/>
              <w:rFonts w:ascii="Tahoma" w:hAnsi="Tahoma" w:cs="Tahoma"/>
              <w:sz w:val="16"/>
              <w:szCs w:val="16"/>
            </w:rPr>
            <w:t xml:space="preserve"> </w:t>
          </w:r>
        </w:p>
      </w:tc>
      <w:tc>
        <w:tcPr>
          <w:tcW w:w="2850" w:type="dxa"/>
          <w:tcBorders>
            <w:top w:val="single" w:sz="4" w:space="0" w:color="auto"/>
          </w:tcBorders>
          <w:vAlign w:val="center"/>
        </w:tcPr>
        <w:p w:rsidR="00F44C5D" w:rsidRPr="00F119CB" w:rsidRDefault="00F44C5D"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Pr>
              <w:rFonts w:ascii="Tahoma" w:hAnsi="Tahoma" w:cs="Tahoma"/>
              <w:noProof/>
              <w:sz w:val="16"/>
              <w:szCs w:val="16"/>
            </w:rPr>
            <w:t>- 2 -</w:t>
          </w:r>
          <w:r w:rsidRPr="00F119CB">
            <w:rPr>
              <w:rFonts w:ascii="Tahoma" w:hAnsi="Tahoma" w:cs="Tahoma"/>
              <w:sz w:val="16"/>
              <w:szCs w:val="16"/>
            </w:rPr>
            <w:fldChar w:fldCharType="end"/>
          </w:r>
          <w:r w:rsidRPr="00F119CB">
            <w:rPr>
              <w:rFonts w:ascii="Tahoma" w:hAnsi="Tahoma" w:cs="Tahoma"/>
              <w:sz w:val="16"/>
              <w:szCs w:val="16"/>
            </w:rPr>
            <w:t xml:space="preserve"> </w:t>
          </w:r>
        </w:p>
      </w:tc>
      <w:tc>
        <w:tcPr>
          <w:tcW w:w="2798" w:type="dxa"/>
          <w:tcBorders>
            <w:top w:val="single" w:sz="4" w:space="0" w:color="auto"/>
          </w:tcBorders>
          <w:vAlign w:val="center"/>
        </w:tcPr>
        <w:p w:rsidR="00F44C5D" w:rsidRPr="00F119CB" w:rsidRDefault="00F44C5D" w:rsidP="00863AF0">
          <w:pPr>
            <w:spacing w:before="120" w:after="0" w:line="240" w:lineRule="auto"/>
            <w:jc w:val="right"/>
            <w:rPr>
              <w:rFonts w:ascii="Tahoma" w:hAnsi="Tahoma" w:cs="Tahoma"/>
              <w:b/>
              <w:sz w:val="16"/>
              <w:szCs w:val="16"/>
            </w:rPr>
          </w:pPr>
          <w:r w:rsidRPr="009860C7">
            <w:rPr>
              <w:rFonts w:ascii="Tahoma" w:hAnsi="Tahoma" w:cs="Tahoma"/>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pt;height:39pt;visibility:visible">
                <v:imagedata r:id="rId1" o:title=""/>
              </v:shape>
            </w:pict>
          </w:r>
        </w:p>
      </w:tc>
    </w:tr>
  </w:tbl>
  <w:p w:rsidR="00F44C5D" w:rsidRPr="0043580B" w:rsidRDefault="00F44C5D" w:rsidP="0043580B">
    <w:pPr>
      <w:pStyle w:val="Footer"/>
      <w:rPr>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C5D" w:rsidRDefault="00F44C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C5D" w:rsidRDefault="00F44C5D">
      <w:r>
        <w:separator/>
      </w:r>
    </w:p>
  </w:footnote>
  <w:footnote w:type="continuationSeparator" w:id="0">
    <w:p w:rsidR="00F44C5D" w:rsidRDefault="00F44C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C5D" w:rsidRDefault="00F44C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C5D" w:rsidRDefault="00F44C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C5D" w:rsidRDefault="00F44C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9FA3C55"/>
    <w:multiLevelType w:val="hybridMultilevel"/>
    <w:tmpl w:val="866C79E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36BF0BE5"/>
    <w:multiLevelType w:val="hybridMultilevel"/>
    <w:tmpl w:val="FD0EA696"/>
    <w:lvl w:ilvl="0" w:tplc="7A3A9F62">
      <w:start w:val="1"/>
      <w:numFmt w:val="lowerRoman"/>
      <w:lvlText w:val="(%1)"/>
      <w:lvlJc w:val="left"/>
      <w:pPr>
        <w:tabs>
          <w:tab w:val="num" w:pos="1260"/>
        </w:tabs>
        <w:ind w:left="1260" w:hanging="720"/>
      </w:pPr>
      <w:rPr>
        <w:rFonts w:cs="Times New Roman" w:hint="default"/>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C12326C"/>
    <w:multiLevelType w:val="hybridMultilevel"/>
    <w:tmpl w:val="5628BE1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62D7594"/>
    <w:multiLevelType w:val="hybridMultilevel"/>
    <w:tmpl w:val="179882B8"/>
    <w:lvl w:ilvl="0" w:tplc="9CBEAD1C">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nsid w:val="58644A25"/>
    <w:multiLevelType w:val="multilevel"/>
    <w:tmpl w:val="52249300"/>
    <w:lvl w:ilvl="0">
      <w:start w:val="3"/>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nsid w:val="5B6B4FBB"/>
    <w:multiLevelType w:val="hybridMultilevel"/>
    <w:tmpl w:val="F7AC3A66"/>
    <w:lvl w:ilvl="0" w:tplc="0408000F">
      <w:start w:val="1"/>
      <w:numFmt w:val="decimal"/>
      <w:lvlText w:val="%1."/>
      <w:lvlJc w:val="left"/>
      <w:pPr>
        <w:tabs>
          <w:tab w:val="num" w:pos="360"/>
        </w:tabs>
        <w:ind w:left="360" w:hanging="360"/>
      </w:pPr>
      <w:rPr>
        <w:rFonts w:cs="Times New Roman"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
  </w:num>
  <w:num w:numId="3">
    <w:abstractNumId w:val="2"/>
  </w:num>
  <w:num w:numId="4">
    <w:abstractNumId w:val="8"/>
  </w:num>
  <w:num w:numId="5">
    <w:abstractNumId w:val="9"/>
  </w:num>
  <w:num w:numId="6">
    <w:abstractNumId w:val="11"/>
  </w:num>
  <w:num w:numId="7">
    <w:abstractNumId w:val="3"/>
  </w:num>
  <w:num w:numId="8">
    <w:abstractNumId w:val="0"/>
  </w:num>
  <w:num w:numId="9">
    <w:abstractNumId w:val="5"/>
  </w:num>
  <w:num w:numId="10">
    <w:abstractNumId w:val="6"/>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7F47"/>
    <w:rsid w:val="00014551"/>
    <w:rsid w:val="00021728"/>
    <w:rsid w:val="00034549"/>
    <w:rsid w:val="000377D8"/>
    <w:rsid w:val="000407E9"/>
    <w:rsid w:val="0004793E"/>
    <w:rsid w:val="00050563"/>
    <w:rsid w:val="00057885"/>
    <w:rsid w:val="00064B8D"/>
    <w:rsid w:val="00070683"/>
    <w:rsid w:val="00077F36"/>
    <w:rsid w:val="000A08F3"/>
    <w:rsid w:val="000A149A"/>
    <w:rsid w:val="000A4CE3"/>
    <w:rsid w:val="000B0AF2"/>
    <w:rsid w:val="000C3A56"/>
    <w:rsid w:val="000E70E0"/>
    <w:rsid w:val="00112826"/>
    <w:rsid w:val="00124E9A"/>
    <w:rsid w:val="0014396B"/>
    <w:rsid w:val="001448D0"/>
    <w:rsid w:val="0015644B"/>
    <w:rsid w:val="00177E24"/>
    <w:rsid w:val="001842DE"/>
    <w:rsid w:val="00186CAD"/>
    <w:rsid w:val="00186E7F"/>
    <w:rsid w:val="00187301"/>
    <w:rsid w:val="001A1D90"/>
    <w:rsid w:val="001B0292"/>
    <w:rsid w:val="001B342A"/>
    <w:rsid w:val="001B7138"/>
    <w:rsid w:val="001C73C4"/>
    <w:rsid w:val="001D3506"/>
    <w:rsid w:val="001E027F"/>
    <w:rsid w:val="001F653D"/>
    <w:rsid w:val="001F6706"/>
    <w:rsid w:val="001F72DC"/>
    <w:rsid w:val="0020501E"/>
    <w:rsid w:val="00210530"/>
    <w:rsid w:val="00224ED6"/>
    <w:rsid w:val="00230D4F"/>
    <w:rsid w:val="00236E67"/>
    <w:rsid w:val="00245342"/>
    <w:rsid w:val="00263859"/>
    <w:rsid w:val="002666B7"/>
    <w:rsid w:val="00281BD8"/>
    <w:rsid w:val="00283330"/>
    <w:rsid w:val="00284DFE"/>
    <w:rsid w:val="00291C15"/>
    <w:rsid w:val="0029589B"/>
    <w:rsid w:val="002976D4"/>
    <w:rsid w:val="002B03F7"/>
    <w:rsid w:val="002C0BC6"/>
    <w:rsid w:val="002D5819"/>
    <w:rsid w:val="002D640D"/>
    <w:rsid w:val="002F7567"/>
    <w:rsid w:val="003068D4"/>
    <w:rsid w:val="00312862"/>
    <w:rsid w:val="003375CD"/>
    <w:rsid w:val="00341626"/>
    <w:rsid w:val="00344AEE"/>
    <w:rsid w:val="00360827"/>
    <w:rsid w:val="00362E9A"/>
    <w:rsid w:val="00384C6D"/>
    <w:rsid w:val="00386F46"/>
    <w:rsid w:val="003920E5"/>
    <w:rsid w:val="0039553C"/>
    <w:rsid w:val="00395AAD"/>
    <w:rsid w:val="003A0ECB"/>
    <w:rsid w:val="003A4257"/>
    <w:rsid w:val="003A713E"/>
    <w:rsid w:val="003C0F20"/>
    <w:rsid w:val="003D76B5"/>
    <w:rsid w:val="003E05D6"/>
    <w:rsid w:val="003F4091"/>
    <w:rsid w:val="003F5441"/>
    <w:rsid w:val="003F7F47"/>
    <w:rsid w:val="00406FA2"/>
    <w:rsid w:val="00407963"/>
    <w:rsid w:val="00407FD7"/>
    <w:rsid w:val="004143DF"/>
    <w:rsid w:val="004167B0"/>
    <w:rsid w:val="00434B07"/>
    <w:rsid w:val="0043580B"/>
    <w:rsid w:val="00436E35"/>
    <w:rsid w:val="0044114E"/>
    <w:rsid w:val="00455E4D"/>
    <w:rsid w:val="0045707B"/>
    <w:rsid w:val="004642F0"/>
    <w:rsid w:val="00471A74"/>
    <w:rsid w:val="00472CBD"/>
    <w:rsid w:val="004823E1"/>
    <w:rsid w:val="004829A2"/>
    <w:rsid w:val="0048355F"/>
    <w:rsid w:val="00492EF1"/>
    <w:rsid w:val="004B265E"/>
    <w:rsid w:val="004C001D"/>
    <w:rsid w:val="004D23E5"/>
    <w:rsid w:val="004D36E5"/>
    <w:rsid w:val="004D4AC4"/>
    <w:rsid w:val="004D4E36"/>
    <w:rsid w:val="004D5515"/>
    <w:rsid w:val="004E09CC"/>
    <w:rsid w:val="004E1E6D"/>
    <w:rsid w:val="004F1151"/>
    <w:rsid w:val="004F5E87"/>
    <w:rsid w:val="00504A13"/>
    <w:rsid w:val="00516A68"/>
    <w:rsid w:val="005174D4"/>
    <w:rsid w:val="005220FF"/>
    <w:rsid w:val="00522B6D"/>
    <w:rsid w:val="005236F9"/>
    <w:rsid w:val="005357A5"/>
    <w:rsid w:val="00543F29"/>
    <w:rsid w:val="00547FE3"/>
    <w:rsid w:val="00550144"/>
    <w:rsid w:val="00560F2F"/>
    <w:rsid w:val="005632A0"/>
    <w:rsid w:val="005672F6"/>
    <w:rsid w:val="005710AE"/>
    <w:rsid w:val="00594A1E"/>
    <w:rsid w:val="005965CA"/>
    <w:rsid w:val="005A472D"/>
    <w:rsid w:val="005A5630"/>
    <w:rsid w:val="005A7B44"/>
    <w:rsid w:val="005B4364"/>
    <w:rsid w:val="005B5F21"/>
    <w:rsid w:val="005B7D66"/>
    <w:rsid w:val="005D5CC5"/>
    <w:rsid w:val="005E5107"/>
    <w:rsid w:val="005E6094"/>
    <w:rsid w:val="005E6EDC"/>
    <w:rsid w:val="005F332D"/>
    <w:rsid w:val="005F4694"/>
    <w:rsid w:val="005F46C2"/>
    <w:rsid w:val="00611A63"/>
    <w:rsid w:val="00620679"/>
    <w:rsid w:val="00626BE4"/>
    <w:rsid w:val="00631D7C"/>
    <w:rsid w:val="006360C4"/>
    <w:rsid w:val="00664E4E"/>
    <w:rsid w:val="006659C9"/>
    <w:rsid w:val="006660CF"/>
    <w:rsid w:val="0067602E"/>
    <w:rsid w:val="00676A47"/>
    <w:rsid w:val="00684CC3"/>
    <w:rsid w:val="0069126B"/>
    <w:rsid w:val="006A18A0"/>
    <w:rsid w:val="006A50C9"/>
    <w:rsid w:val="006A5B6C"/>
    <w:rsid w:val="006B0BD2"/>
    <w:rsid w:val="006B4D4B"/>
    <w:rsid w:val="006C17CF"/>
    <w:rsid w:val="006D6DC0"/>
    <w:rsid w:val="006E26A2"/>
    <w:rsid w:val="006E45CD"/>
    <w:rsid w:val="006F058A"/>
    <w:rsid w:val="006F2515"/>
    <w:rsid w:val="006F4581"/>
    <w:rsid w:val="0070025C"/>
    <w:rsid w:val="00703A2C"/>
    <w:rsid w:val="007113FF"/>
    <w:rsid w:val="00712FF5"/>
    <w:rsid w:val="00713D21"/>
    <w:rsid w:val="00723D76"/>
    <w:rsid w:val="00737BEB"/>
    <w:rsid w:val="00750327"/>
    <w:rsid w:val="0075312B"/>
    <w:rsid w:val="00756C01"/>
    <w:rsid w:val="00760ED7"/>
    <w:rsid w:val="007746E0"/>
    <w:rsid w:val="00774E70"/>
    <w:rsid w:val="00780EF5"/>
    <w:rsid w:val="00781D5D"/>
    <w:rsid w:val="00784CAA"/>
    <w:rsid w:val="0079705B"/>
    <w:rsid w:val="0079759E"/>
    <w:rsid w:val="007D21AB"/>
    <w:rsid w:val="007D23F1"/>
    <w:rsid w:val="007D405E"/>
    <w:rsid w:val="007E416A"/>
    <w:rsid w:val="007E444C"/>
    <w:rsid w:val="00810700"/>
    <w:rsid w:val="0081463E"/>
    <w:rsid w:val="00832A0F"/>
    <w:rsid w:val="00832EDE"/>
    <w:rsid w:val="00834A1C"/>
    <w:rsid w:val="00836A6D"/>
    <w:rsid w:val="008378A6"/>
    <w:rsid w:val="0084512D"/>
    <w:rsid w:val="008567DC"/>
    <w:rsid w:val="00863AF0"/>
    <w:rsid w:val="00863CC4"/>
    <w:rsid w:val="00863DD6"/>
    <w:rsid w:val="00864F66"/>
    <w:rsid w:val="0088243E"/>
    <w:rsid w:val="008869EF"/>
    <w:rsid w:val="00886B71"/>
    <w:rsid w:val="00894AA7"/>
    <w:rsid w:val="00897163"/>
    <w:rsid w:val="008B2810"/>
    <w:rsid w:val="008B4FA6"/>
    <w:rsid w:val="008E79C1"/>
    <w:rsid w:val="008F3923"/>
    <w:rsid w:val="00910C49"/>
    <w:rsid w:val="00911243"/>
    <w:rsid w:val="00914D92"/>
    <w:rsid w:val="00921C4F"/>
    <w:rsid w:val="00923A50"/>
    <w:rsid w:val="0092595C"/>
    <w:rsid w:val="00932092"/>
    <w:rsid w:val="0093378F"/>
    <w:rsid w:val="00943FF4"/>
    <w:rsid w:val="00946BC4"/>
    <w:rsid w:val="00946DC4"/>
    <w:rsid w:val="0095374B"/>
    <w:rsid w:val="009744E4"/>
    <w:rsid w:val="00974D12"/>
    <w:rsid w:val="00975A8D"/>
    <w:rsid w:val="00977188"/>
    <w:rsid w:val="009772B4"/>
    <w:rsid w:val="00981224"/>
    <w:rsid w:val="009860C7"/>
    <w:rsid w:val="0098703C"/>
    <w:rsid w:val="009A1813"/>
    <w:rsid w:val="009A51B8"/>
    <w:rsid w:val="009B1DB2"/>
    <w:rsid w:val="009B5B0A"/>
    <w:rsid w:val="009E3309"/>
    <w:rsid w:val="009F7118"/>
    <w:rsid w:val="009F752B"/>
    <w:rsid w:val="00A059FF"/>
    <w:rsid w:val="00A06FB4"/>
    <w:rsid w:val="00A10E4F"/>
    <w:rsid w:val="00A53DD7"/>
    <w:rsid w:val="00A67D27"/>
    <w:rsid w:val="00A71915"/>
    <w:rsid w:val="00A72E54"/>
    <w:rsid w:val="00A95296"/>
    <w:rsid w:val="00AA127E"/>
    <w:rsid w:val="00AC12E6"/>
    <w:rsid w:val="00AC3145"/>
    <w:rsid w:val="00AC76D9"/>
    <w:rsid w:val="00AD304B"/>
    <w:rsid w:val="00AD524B"/>
    <w:rsid w:val="00AD67B1"/>
    <w:rsid w:val="00AE04F2"/>
    <w:rsid w:val="00AE5522"/>
    <w:rsid w:val="00AE6A21"/>
    <w:rsid w:val="00AF5826"/>
    <w:rsid w:val="00B016EC"/>
    <w:rsid w:val="00B02D3E"/>
    <w:rsid w:val="00B07526"/>
    <w:rsid w:val="00B1174F"/>
    <w:rsid w:val="00B22BB6"/>
    <w:rsid w:val="00B30A88"/>
    <w:rsid w:val="00B32DF8"/>
    <w:rsid w:val="00B33E1A"/>
    <w:rsid w:val="00B40EF5"/>
    <w:rsid w:val="00B43C8B"/>
    <w:rsid w:val="00B45805"/>
    <w:rsid w:val="00B56A84"/>
    <w:rsid w:val="00B579DF"/>
    <w:rsid w:val="00B63198"/>
    <w:rsid w:val="00B6570C"/>
    <w:rsid w:val="00B65B1E"/>
    <w:rsid w:val="00B77BB6"/>
    <w:rsid w:val="00B8318A"/>
    <w:rsid w:val="00B91231"/>
    <w:rsid w:val="00B9750A"/>
    <w:rsid w:val="00BA1D5A"/>
    <w:rsid w:val="00BA3075"/>
    <w:rsid w:val="00BA34DF"/>
    <w:rsid w:val="00BB01DD"/>
    <w:rsid w:val="00BC2B74"/>
    <w:rsid w:val="00BC4BE0"/>
    <w:rsid w:val="00BD033E"/>
    <w:rsid w:val="00BD0589"/>
    <w:rsid w:val="00BF3E91"/>
    <w:rsid w:val="00BF46C2"/>
    <w:rsid w:val="00C0436E"/>
    <w:rsid w:val="00C077AF"/>
    <w:rsid w:val="00C13649"/>
    <w:rsid w:val="00C23E34"/>
    <w:rsid w:val="00C37630"/>
    <w:rsid w:val="00C440E3"/>
    <w:rsid w:val="00C453DA"/>
    <w:rsid w:val="00C464FA"/>
    <w:rsid w:val="00C536EA"/>
    <w:rsid w:val="00C56A45"/>
    <w:rsid w:val="00C65E1B"/>
    <w:rsid w:val="00C67997"/>
    <w:rsid w:val="00C75280"/>
    <w:rsid w:val="00C763B6"/>
    <w:rsid w:val="00C820D4"/>
    <w:rsid w:val="00C82D14"/>
    <w:rsid w:val="00C90E89"/>
    <w:rsid w:val="00C95E5F"/>
    <w:rsid w:val="00C97D0F"/>
    <w:rsid w:val="00CA1D82"/>
    <w:rsid w:val="00CA360C"/>
    <w:rsid w:val="00CA6F73"/>
    <w:rsid w:val="00CA78B9"/>
    <w:rsid w:val="00CB12C2"/>
    <w:rsid w:val="00CB3E9E"/>
    <w:rsid w:val="00CB691F"/>
    <w:rsid w:val="00CC6A2B"/>
    <w:rsid w:val="00CC7D5B"/>
    <w:rsid w:val="00CD2D39"/>
    <w:rsid w:val="00CE1692"/>
    <w:rsid w:val="00CE1995"/>
    <w:rsid w:val="00CF0DC3"/>
    <w:rsid w:val="00D11AF4"/>
    <w:rsid w:val="00D14BF2"/>
    <w:rsid w:val="00D273ED"/>
    <w:rsid w:val="00D3218D"/>
    <w:rsid w:val="00D3765E"/>
    <w:rsid w:val="00D41C65"/>
    <w:rsid w:val="00D43EB7"/>
    <w:rsid w:val="00D51E26"/>
    <w:rsid w:val="00D5614D"/>
    <w:rsid w:val="00D61164"/>
    <w:rsid w:val="00D615CF"/>
    <w:rsid w:val="00D6790C"/>
    <w:rsid w:val="00D75500"/>
    <w:rsid w:val="00D81D48"/>
    <w:rsid w:val="00D83262"/>
    <w:rsid w:val="00D92BE6"/>
    <w:rsid w:val="00D92D18"/>
    <w:rsid w:val="00DC5571"/>
    <w:rsid w:val="00DD57A1"/>
    <w:rsid w:val="00DE615B"/>
    <w:rsid w:val="00DF7221"/>
    <w:rsid w:val="00E07AD7"/>
    <w:rsid w:val="00E20779"/>
    <w:rsid w:val="00E24659"/>
    <w:rsid w:val="00E311B9"/>
    <w:rsid w:val="00E31DAA"/>
    <w:rsid w:val="00E4351B"/>
    <w:rsid w:val="00E526CB"/>
    <w:rsid w:val="00E558F5"/>
    <w:rsid w:val="00E5611F"/>
    <w:rsid w:val="00E649B8"/>
    <w:rsid w:val="00E71AD7"/>
    <w:rsid w:val="00E72BE5"/>
    <w:rsid w:val="00E812BC"/>
    <w:rsid w:val="00E955C3"/>
    <w:rsid w:val="00EB068E"/>
    <w:rsid w:val="00EB497E"/>
    <w:rsid w:val="00EB4DE7"/>
    <w:rsid w:val="00EB5031"/>
    <w:rsid w:val="00EC65C4"/>
    <w:rsid w:val="00ED06B0"/>
    <w:rsid w:val="00ED3FEF"/>
    <w:rsid w:val="00EE1552"/>
    <w:rsid w:val="00F119CB"/>
    <w:rsid w:val="00F17E65"/>
    <w:rsid w:val="00F44C5D"/>
    <w:rsid w:val="00F51D6D"/>
    <w:rsid w:val="00F617F4"/>
    <w:rsid w:val="00F6632D"/>
    <w:rsid w:val="00F66FAD"/>
    <w:rsid w:val="00F705AD"/>
    <w:rsid w:val="00F75F07"/>
    <w:rsid w:val="00F77830"/>
    <w:rsid w:val="00F778C9"/>
    <w:rsid w:val="00F94E49"/>
    <w:rsid w:val="00F95269"/>
    <w:rsid w:val="00F96496"/>
    <w:rsid w:val="00FA2083"/>
    <w:rsid w:val="00FA708E"/>
    <w:rsid w:val="00FB4F21"/>
    <w:rsid w:val="00FB63E8"/>
    <w:rsid w:val="00FB7A0F"/>
    <w:rsid w:val="00FD145E"/>
    <w:rsid w:val="00FD7844"/>
    <w:rsid w:val="00FE7BD2"/>
    <w:rsid w:val="00FF4B6B"/>
    <w:rsid w:val="00FF6EB5"/>
    <w:rsid w:val="00FF731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F47"/>
    <w:pPr>
      <w:spacing w:after="60" w:line="360" w:lineRule="auto"/>
      <w:jc w:val="both"/>
    </w:pPr>
    <w:rPr>
      <w:rFonts w:ascii="Arial" w:hAnsi="Arial"/>
      <w:szCs w:val="20"/>
    </w:rPr>
  </w:style>
  <w:style w:type="paragraph" w:styleId="Heading6">
    <w:name w:val="heading 6"/>
    <w:basedOn w:val="Normal"/>
    <w:next w:val="Normal"/>
    <w:link w:val="Heading6Char"/>
    <w:uiPriority w:val="99"/>
    <w:qFormat/>
    <w:rsid w:val="003F7F47"/>
    <w:pPr>
      <w:keepNext/>
      <w:spacing w:before="120" w:after="120"/>
      <w:jc w:val="center"/>
      <w:outlineLvl w:val="5"/>
    </w:pPr>
    <w:rPr>
      <w:b/>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semiHidden/>
    <w:locked/>
    <w:rsid w:val="009860C7"/>
    <w:rPr>
      <w:rFonts w:ascii="Calibri" w:hAnsi="Calibri" w:cs="Times New Roman"/>
      <w:b/>
      <w:bCs/>
    </w:rPr>
  </w:style>
  <w:style w:type="paragraph" w:styleId="Header">
    <w:name w:val="header"/>
    <w:aliases w:val="hd"/>
    <w:basedOn w:val="Normal"/>
    <w:link w:val="HeaderChar"/>
    <w:uiPriority w:val="99"/>
    <w:rsid w:val="003F7F47"/>
    <w:pPr>
      <w:tabs>
        <w:tab w:val="center" w:pos="4153"/>
        <w:tab w:val="right" w:pos="8306"/>
      </w:tabs>
    </w:pPr>
  </w:style>
  <w:style w:type="character" w:customStyle="1" w:styleId="HeaderChar">
    <w:name w:val="Header Char"/>
    <w:aliases w:val="hd Char"/>
    <w:basedOn w:val="DefaultParagraphFont"/>
    <w:link w:val="Header"/>
    <w:uiPriority w:val="99"/>
    <w:semiHidden/>
    <w:locked/>
    <w:rsid w:val="009860C7"/>
    <w:rPr>
      <w:rFonts w:ascii="Arial" w:hAnsi="Arial" w:cs="Times New Roman"/>
      <w:sz w:val="20"/>
      <w:szCs w:val="20"/>
    </w:rPr>
  </w:style>
  <w:style w:type="character" w:customStyle="1" w:styleId="4Char">
    <w:name w:val="Στυλ Επικεφαλίδα 4 + Χωρίς υπογράμμιση Char"/>
    <w:uiPriority w:val="99"/>
    <w:rsid w:val="001F653D"/>
    <w:rPr>
      <w:rFonts w:ascii="Verdana" w:hAnsi="Verdana"/>
      <w:sz w:val="24"/>
      <w:u w:val="single"/>
      <w:lang w:val="en-US" w:eastAsia="en-US"/>
    </w:rPr>
  </w:style>
  <w:style w:type="paragraph" w:styleId="Footer">
    <w:name w:val="footer"/>
    <w:aliases w:val="ft"/>
    <w:basedOn w:val="Normal"/>
    <w:link w:val="FooterChar"/>
    <w:uiPriority w:val="99"/>
    <w:rsid w:val="00914D92"/>
    <w:pPr>
      <w:tabs>
        <w:tab w:val="center" w:pos="4153"/>
        <w:tab w:val="right" w:pos="8306"/>
      </w:tabs>
    </w:pPr>
  </w:style>
  <w:style w:type="character" w:customStyle="1" w:styleId="FooterChar">
    <w:name w:val="Footer Char"/>
    <w:aliases w:val="ft Char"/>
    <w:basedOn w:val="DefaultParagraphFont"/>
    <w:link w:val="Footer"/>
    <w:uiPriority w:val="99"/>
    <w:semiHidden/>
    <w:locked/>
    <w:rsid w:val="009860C7"/>
    <w:rPr>
      <w:rFonts w:ascii="Arial" w:hAnsi="Arial" w:cs="Times New Roman"/>
      <w:sz w:val="20"/>
      <w:szCs w:val="20"/>
    </w:rPr>
  </w:style>
  <w:style w:type="table" w:styleId="TableGrid">
    <w:name w:val="Table Grid"/>
    <w:basedOn w:val="TableNormal"/>
    <w:uiPriority w:val="99"/>
    <w:rsid w:val="00914D92"/>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923A50"/>
    <w:pPr>
      <w:spacing w:after="160" w:line="240" w:lineRule="exact"/>
      <w:jc w:val="left"/>
    </w:pPr>
    <w:rPr>
      <w:rFonts w:ascii="Tahoma" w:hAnsi="Tahoma"/>
      <w:sz w:val="20"/>
      <w:lang w:val="en-US" w:eastAsia="en-US"/>
    </w:rPr>
  </w:style>
  <w:style w:type="character" w:styleId="PageNumber">
    <w:name w:val="page number"/>
    <w:basedOn w:val="DefaultParagraphFont"/>
    <w:uiPriority w:val="99"/>
    <w:rsid w:val="00914D92"/>
    <w:rPr>
      <w:rFonts w:cs="Times New Roman"/>
    </w:rPr>
  </w:style>
  <w:style w:type="paragraph" w:styleId="BalloonText">
    <w:name w:val="Balloon Text"/>
    <w:basedOn w:val="Normal"/>
    <w:link w:val="BalloonTextChar"/>
    <w:uiPriority w:val="99"/>
    <w:semiHidden/>
    <w:rsid w:val="009870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60C7"/>
    <w:rPr>
      <w:rFonts w:cs="Times New Roman"/>
      <w:sz w:val="2"/>
    </w:rPr>
  </w:style>
  <w:style w:type="paragraph" w:styleId="DocumentMap">
    <w:name w:val="Document Map"/>
    <w:basedOn w:val="Normal"/>
    <w:link w:val="DocumentMapChar"/>
    <w:uiPriority w:val="99"/>
    <w:semiHidden/>
    <w:rsid w:val="00EB068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9860C7"/>
    <w:rPr>
      <w:rFonts w:cs="Times New Roman"/>
      <w:sz w:val="2"/>
    </w:rPr>
  </w:style>
  <w:style w:type="paragraph" w:styleId="FootnoteText">
    <w:name w:val="footnote text"/>
    <w:basedOn w:val="Normal"/>
    <w:link w:val="FootnoteTextChar"/>
    <w:uiPriority w:val="99"/>
    <w:semiHidden/>
    <w:rsid w:val="00BA34DF"/>
    <w:rPr>
      <w:sz w:val="20"/>
    </w:rPr>
  </w:style>
  <w:style w:type="character" w:customStyle="1" w:styleId="FootnoteTextChar">
    <w:name w:val="Footnote Text Char"/>
    <w:basedOn w:val="DefaultParagraphFont"/>
    <w:link w:val="FootnoteText"/>
    <w:uiPriority w:val="99"/>
    <w:semiHidden/>
    <w:locked/>
    <w:rsid w:val="009860C7"/>
    <w:rPr>
      <w:rFonts w:ascii="Arial" w:hAnsi="Arial" w:cs="Times New Roman"/>
      <w:sz w:val="20"/>
      <w:szCs w:val="20"/>
    </w:rPr>
  </w:style>
  <w:style w:type="character" w:styleId="FootnoteReference">
    <w:name w:val="footnote reference"/>
    <w:basedOn w:val="DefaultParagraphFont"/>
    <w:uiPriority w:val="99"/>
    <w:semiHidden/>
    <w:rsid w:val="00BA34DF"/>
    <w:rPr>
      <w:rFonts w:cs="Times New Roman"/>
      <w:vertAlign w:val="superscript"/>
    </w:rPr>
  </w:style>
  <w:style w:type="paragraph" w:customStyle="1" w:styleId="CharCharCharCharCharCharChar">
    <w:name w:val="Char Char Char Char Char Char Char"/>
    <w:basedOn w:val="Normal"/>
    <w:uiPriority w:val="99"/>
    <w:rsid w:val="005B4364"/>
    <w:pPr>
      <w:autoSpaceDE w:val="0"/>
      <w:autoSpaceDN w:val="0"/>
      <w:adjustRightInd w:val="0"/>
      <w:spacing w:after="160" w:line="240" w:lineRule="exact"/>
      <w:jc w:val="left"/>
    </w:pPr>
    <w:rPr>
      <w:rFonts w:ascii="Verdana" w:hAnsi="Verdana"/>
      <w:sz w:val="20"/>
      <w:lang w:val="en-US" w:eastAsia="en-US"/>
    </w:rPr>
  </w:style>
  <w:style w:type="character" w:styleId="CommentReference">
    <w:name w:val="annotation reference"/>
    <w:basedOn w:val="DefaultParagraphFont"/>
    <w:uiPriority w:val="99"/>
    <w:rsid w:val="00C0436E"/>
    <w:rPr>
      <w:rFonts w:cs="Times New Roman"/>
      <w:sz w:val="16"/>
    </w:rPr>
  </w:style>
  <w:style w:type="paragraph" w:styleId="CommentText">
    <w:name w:val="annotation text"/>
    <w:basedOn w:val="Normal"/>
    <w:link w:val="CommentTextChar"/>
    <w:uiPriority w:val="99"/>
    <w:rsid w:val="00C0436E"/>
    <w:rPr>
      <w:sz w:val="20"/>
    </w:rPr>
  </w:style>
  <w:style w:type="character" w:customStyle="1" w:styleId="CommentTextChar">
    <w:name w:val="Comment Text Char"/>
    <w:basedOn w:val="DefaultParagraphFont"/>
    <w:link w:val="CommentText"/>
    <w:uiPriority w:val="99"/>
    <w:locked/>
    <w:rsid w:val="00C0436E"/>
    <w:rPr>
      <w:rFonts w:ascii="Arial" w:hAnsi="Arial" w:cs="Times New Roman"/>
    </w:rPr>
  </w:style>
  <w:style w:type="paragraph" w:styleId="CommentSubject">
    <w:name w:val="annotation subject"/>
    <w:basedOn w:val="CommentText"/>
    <w:next w:val="CommentText"/>
    <w:link w:val="CommentSubjectChar"/>
    <w:uiPriority w:val="99"/>
    <w:rsid w:val="00C0436E"/>
    <w:rPr>
      <w:b/>
      <w:bCs/>
    </w:rPr>
  </w:style>
  <w:style w:type="character" w:customStyle="1" w:styleId="CommentSubjectChar">
    <w:name w:val="Comment Subject Char"/>
    <w:basedOn w:val="CommentTextChar"/>
    <w:link w:val="CommentSubject"/>
    <w:uiPriority w:val="99"/>
    <w:locked/>
    <w:rsid w:val="00C0436E"/>
    <w:rPr>
      <w:b/>
    </w:rPr>
  </w:style>
  <w:style w:type="paragraph" w:customStyle="1" w:styleId="CM1">
    <w:name w:val="CM1"/>
    <w:basedOn w:val="Normal"/>
    <w:next w:val="Normal"/>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Normal"/>
    <w:next w:val="Normal"/>
    <w:uiPriority w:val="99"/>
    <w:rsid w:val="004F5E87"/>
    <w:pPr>
      <w:autoSpaceDE w:val="0"/>
      <w:autoSpaceDN w:val="0"/>
      <w:adjustRightInd w:val="0"/>
      <w:spacing w:after="0" w:line="240" w:lineRule="auto"/>
      <w:jc w:val="left"/>
    </w:pPr>
    <w:rPr>
      <w:rFonts w:ascii="EUAlbertina" w:hAnsi="EUAlbertina"/>
      <w:sz w:val="24"/>
      <w:szCs w:val="24"/>
    </w:rPr>
  </w:style>
  <w:style w:type="paragraph" w:styleId="ListParagraph">
    <w:name w:val="List Paragraph"/>
    <w:basedOn w:val="Normal"/>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Normal"/>
    <w:uiPriority w:val="99"/>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1">
    <w:name w:val="Char1"/>
    <w:basedOn w:val="Normal"/>
    <w:uiPriority w:val="99"/>
    <w:rsid w:val="00F96496"/>
    <w:pPr>
      <w:spacing w:after="160" w:line="240" w:lineRule="exact"/>
      <w:jc w:val="left"/>
    </w:pPr>
    <w:rPr>
      <w:rFonts w:ascii="Tahoma" w:hAnsi="Tahoma"/>
      <w:sz w:val="20"/>
      <w:lang w:val="en-US" w:eastAsia="en-US"/>
    </w:rPr>
  </w:style>
  <w:style w:type="paragraph" w:styleId="Title">
    <w:name w:val="Title"/>
    <w:basedOn w:val="Normal"/>
    <w:next w:val="Normal"/>
    <w:link w:val="TitleChar"/>
    <w:uiPriority w:val="99"/>
    <w:qFormat/>
    <w:rsid w:val="00384C6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384C6D"/>
    <w:rPr>
      <w:rFonts w:ascii="Cambria" w:hAnsi="Cambria" w:cs="Times New Roman"/>
      <w:color w:val="17365D"/>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964850955">
      <w:marLeft w:val="0"/>
      <w:marRight w:val="0"/>
      <w:marTop w:val="0"/>
      <w:marBottom w:val="0"/>
      <w:divBdr>
        <w:top w:val="none" w:sz="0" w:space="0" w:color="auto"/>
        <w:left w:val="none" w:sz="0" w:space="0" w:color="auto"/>
        <w:bottom w:val="none" w:sz="0" w:space="0" w:color="auto"/>
        <w:right w:val="none" w:sz="0" w:space="0" w:color="auto"/>
      </w:divBdr>
    </w:div>
    <w:div w:id="964850956">
      <w:marLeft w:val="0"/>
      <w:marRight w:val="0"/>
      <w:marTop w:val="0"/>
      <w:marBottom w:val="0"/>
      <w:divBdr>
        <w:top w:val="none" w:sz="0" w:space="0" w:color="auto"/>
        <w:left w:val="none" w:sz="0" w:space="0" w:color="auto"/>
        <w:bottom w:val="none" w:sz="0" w:space="0" w:color="auto"/>
        <w:right w:val="none" w:sz="0" w:space="0" w:color="auto"/>
      </w:divBdr>
    </w:div>
    <w:div w:id="964850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3</Pages>
  <Words>495</Words>
  <Characters>2673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GOSIOU AFRODITI</cp:lastModifiedBy>
  <cp:revision>6</cp:revision>
  <cp:lastPrinted>2015-07-17T10:21:00Z</cp:lastPrinted>
  <dcterms:created xsi:type="dcterms:W3CDTF">2015-10-12T11:21:00Z</dcterms:created>
  <dcterms:modified xsi:type="dcterms:W3CDTF">2015-10-20T09:51:00Z</dcterms:modified>
</cp:coreProperties>
</file>