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03" w:type="dxa"/>
        <w:tblInd w:w="-612" w:type="dxa"/>
        <w:tblLayout w:type="fixed"/>
        <w:tblLook w:val="0000"/>
      </w:tblPr>
      <w:tblGrid>
        <w:gridCol w:w="2628"/>
        <w:gridCol w:w="792"/>
        <w:gridCol w:w="1008"/>
        <w:gridCol w:w="1872"/>
        <w:gridCol w:w="180"/>
        <w:gridCol w:w="360"/>
        <w:gridCol w:w="2669"/>
        <w:gridCol w:w="425"/>
        <w:gridCol w:w="2669"/>
      </w:tblGrid>
      <w:tr w:rsidR="00AD2B03" w:rsidRPr="00384C6D" w:rsidTr="000806C9">
        <w:trPr>
          <w:cantSplit/>
        </w:trPr>
        <w:tc>
          <w:tcPr>
            <w:tcW w:w="2628" w:type="dxa"/>
          </w:tcPr>
          <w:p w:rsidR="00AD2B03" w:rsidRPr="002A4CB6" w:rsidRDefault="00AD2B03" w:rsidP="002A4CB6">
            <w:pPr>
              <w:pStyle w:val="Title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A4CB6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  <w:gridSpan w:val="4"/>
          </w:tcPr>
          <w:p w:rsidR="00AD2B03" w:rsidRPr="00384C6D" w:rsidRDefault="00AD2B03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029" w:type="dxa"/>
            <w:gridSpan w:val="2"/>
          </w:tcPr>
          <w:p w:rsidR="00AD2B03" w:rsidRPr="00384C6D" w:rsidRDefault="00AD2B0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D2B03" w:rsidRDefault="00AD2B03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</w:p>
          <w:p w:rsidR="00AD2B03" w:rsidRDefault="00AD2B03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D2B03" w:rsidRPr="00457DB5" w:rsidRDefault="00AD2B03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" o:spid="_x0000_s1027" type="#_x0000_t75" style="position:absolute;left:0;text-align:left;margin-left:85.75pt;margin-top:-62.95pt;width:73.55pt;height:50.7pt;z-index:-251658240;visibility:visible" wrapcoords="-220 0 -220 21282 21600 21282 21600 0 -220 0">
                  <v:imagedata r:id="rId7" o:title=""/>
                  <w10:wrap type="tight"/>
                </v:shape>
              </w:pict>
            </w: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  <w:r w:rsidRPr="00457DB5">
              <w:rPr>
                <w:rFonts w:ascii="Tahoma" w:hAnsi="Tahoma" w:cs="Tahoma"/>
                <w:b/>
                <w:sz w:val="20"/>
                <w:lang w:eastAsia="en-US"/>
              </w:rPr>
              <w:t>ΕΥΡΩΠΑΪΚΗ ΕΝΩΣΗ</w:t>
            </w:r>
          </w:p>
          <w:p w:rsidR="00AD2B03" w:rsidRPr="00457DB5" w:rsidRDefault="00AD2B03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Ευρωπαϊκό Ταμείο Περιφερειακής Ανάπτυξης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</w:p>
        </w:tc>
        <w:tc>
          <w:tcPr>
            <w:tcW w:w="3094" w:type="dxa"/>
            <w:gridSpan w:val="2"/>
          </w:tcPr>
          <w:p w:rsidR="00AD2B03" w:rsidRPr="00384C6D" w:rsidRDefault="00AD2B03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D2B03" w:rsidRPr="00A617D7" w:rsidRDefault="00AD2B03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</w:t>
            </w:r>
          </w:p>
          <w:p w:rsidR="00AD2B03" w:rsidRPr="00A617D7" w:rsidRDefault="00AD2B03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D2B03" w:rsidRPr="00A617D7" w:rsidRDefault="00AD2B03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AD2B03" w:rsidRPr="00457DB5" w:rsidTr="000806C9">
        <w:trPr>
          <w:gridAfter w:val="2"/>
          <w:wAfter w:w="3094" w:type="dxa"/>
          <w:cantSplit/>
        </w:trPr>
        <w:tc>
          <w:tcPr>
            <w:tcW w:w="3420" w:type="dxa"/>
            <w:gridSpan w:val="2"/>
          </w:tcPr>
          <w:p w:rsidR="00AD2B03" w:rsidRPr="00384C6D" w:rsidRDefault="00AD2B0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D2B03" w:rsidRPr="00457DB5" w:rsidRDefault="00AD2B03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420" w:type="dxa"/>
            <w:gridSpan w:val="4"/>
          </w:tcPr>
          <w:p w:rsidR="00AD2B03" w:rsidRPr="00384C6D" w:rsidRDefault="00AD2B0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2669" w:type="dxa"/>
          </w:tcPr>
          <w:p w:rsidR="00AD2B03" w:rsidRPr="00384C6D" w:rsidRDefault="00AD2B0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AD2B03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Δικαιούχος: </w:t>
            </w:r>
          </w:p>
        </w:tc>
        <w:tc>
          <w:tcPr>
            <w:tcW w:w="1872" w:type="dxa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AD2B03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Διεύθυνση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AD2B03" w:rsidRPr="00AC76D9" w:rsidRDefault="00AD2B03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AD2B03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Κώδικας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Αρ. Πρωτ.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AD2B03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D2B03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D2B03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D2B03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AD2B03" w:rsidRPr="00AC76D9" w:rsidRDefault="00AD2B03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E-mail:</w:t>
            </w:r>
          </w:p>
        </w:tc>
        <w:tc>
          <w:tcPr>
            <w:tcW w:w="1872" w:type="dxa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AD2B03" w:rsidRPr="00AC76D9" w:rsidRDefault="00AD2B0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:rsidR="00AD2B03" w:rsidRPr="00AC76D9" w:rsidRDefault="00AD2B03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AD2B03" w:rsidRPr="00AC76D9" w:rsidRDefault="00AD2B03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AD2B03" w:rsidRPr="00F96496" w:rsidRDefault="00AD2B03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ΑΙΤΗΣΗ ΧΡΗΜΑΤΟΔΟΤΗΣΗΣ</w:t>
      </w:r>
    </w:p>
    <w:p w:rsidR="00AD2B03" w:rsidRPr="00F96496" w:rsidRDefault="00AD2B03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 Ε.Π</w:t>
      </w:r>
      <w:r>
        <w:rPr>
          <w:rFonts w:ascii="Tahoma" w:hAnsi="Tahoma" w:cs="Tahoma"/>
          <w:b/>
          <w:sz w:val="20"/>
        </w:rPr>
        <w:t xml:space="preserve"> ΠΕΡΙΦΕΡΕΙΑΣ ΗΠΕΙΡΟΥ</w:t>
      </w:r>
      <w:r w:rsidRPr="003B74C8">
        <w:rPr>
          <w:rFonts w:ascii="Tahoma" w:hAnsi="Tahoma" w:cs="Tahoma"/>
          <w:b/>
          <w:sz w:val="20"/>
        </w:rPr>
        <w:t xml:space="preserve"> </w:t>
      </w:r>
      <w:bookmarkStart w:id="0" w:name="_GoBack"/>
      <w:bookmarkEnd w:id="0"/>
      <w:r w:rsidRPr="003B74C8">
        <w:rPr>
          <w:rFonts w:ascii="Tahoma" w:hAnsi="Tahoma" w:cs="Tahoma"/>
          <w:b/>
          <w:sz w:val="20"/>
        </w:rPr>
        <w:t>2014-2020</w:t>
      </w:r>
    </w:p>
    <w:p w:rsidR="00AD2B03" w:rsidRDefault="00AD2B03" w:rsidP="003B74C8">
      <w:pPr>
        <w:widowControl w:val="0"/>
        <w:tabs>
          <w:tab w:val="left" w:pos="108"/>
        </w:tabs>
        <w:autoSpaceDE w:val="0"/>
        <w:autoSpaceDN w:val="0"/>
        <w:adjustRightInd w:val="0"/>
        <w:spacing w:after="120" w:line="200" w:lineRule="atLeast"/>
        <w:ind w:left="114" w:right="103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F96496">
        <w:rPr>
          <w:rFonts w:ascii="Tahoma" w:hAnsi="Tahoma" w:cs="Tahoma"/>
          <w:b/>
          <w:sz w:val="20"/>
        </w:rPr>
        <w:t xml:space="preserve">ΣΤΟΝ ΑΞΟΝΑ ΠΡΟΤΕΡΑΙΟΤΗΤΑΣ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2 «ΠΡΟΣΤΑΣΙΑ ΤΟΥ ΠΕΡΙΒΑΛΛΟΝΤΟΣ ΚΑΙ ΑΕΙΦΟΡΟΣ ΑΝΑΠΤΥΞΗ»</w:t>
      </w:r>
    </w:p>
    <w:p w:rsidR="00AD2B03" w:rsidRPr="00F96496" w:rsidRDefault="00AD2B03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AD2B03" w:rsidRPr="003B74C8" w:rsidRDefault="00AD2B03" w:rsidP="003B74C8">
      <w:pPr>
        <w:widowControl w:val="0"/>
        <w:tabs>
          <w:tab w:val="left" w:pos="108"/>
        </w:tabs>
        <w:autoSpaceDE w:val="0"/>
        <w:autoSpaceDN w:val="0"/>
        <w:adjustRightInd w:val="0"/>
        <w:spacing w:after="120" w:line="300" w:lineRule="atLeast"/>
        <w:ind w:right="102"/>
        <w:rPr>
          <w:rFonts w:ascii="Tahoma" w:hAnsi="Tahoma" w:cs="Tahoma"/>
          <w:b/>
          <w:bCs/>
          <w:color w:val="000000"/>
          <w:sz w:val="18"/>
          <w:szCs w:val="18"/>
        </w:rPr>
      </w:pPr>
      <w:r w:rsidRPr="00F96496">
        <w:rPr>
          <w:rFonts w:ascii="Tahoma" w:hAnsi="Tahoma" w:cs="Tahoma"/>
          <w:sz w:val="20"/>
        </w:rPr>
        <w:t xml:space="preserve">Σε συνέχεια της με αρ. πρωτ. </w:t>
      </w:r>
      <w:r>
        <w:rPr>
          <w:rFonts w:ascii="Tahoma" w:hAnsi="Tahoma" w:cs="Tahoma"/>
          <w:sz w:val="20"/>
        </w:rPr>
        <w:t>5569/08-12-2015</w:t>
      </w:r>
      <w:r w:rsidRPr="00F96496">
        <w:rPr>
          <w:rFonts w:ascii="Tahoma" w:hAnsi="Tahoma" w:cs="Tahoma"/>
          <w:sz w:val="20"/>
        </w:rPr>
        <w:t xml:space="preserve"> Πρόσκλησης</w:t>
      </w:r>
      <w:r>
        <w:rPr>
          <w:rFonts w:ascii="Tahoma" w:hAnsi="Tahoma" w:cs="Tahoma"/>
          <w:sz w:val="20"/>
        </w:rPr>
        <w:t>, με Κωδικό</w:t>
      </w:r>
      <w:r w:rsidRPr="00F96496"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>13/2015</w:t>
      </w:r>
      <w:r w:rsidRPr="00F96496">
        <w:rPr>
          <w:rFonts w:ascii="Tahoma" w:hAnsi="Tahoma" w:cs="Tahoma"/>
          <w:sz w:val="20"/>
        </w:rPr>
        <w:t xml:space="preserve"> της Ειδικής Υπηρεσίας Διαχείρισης για την υποβολή προτάσεων στο πλαίσιο του Άξονα Προτεραιότητας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2 </w:t>
      </w:r>
      <w:r w:rsidRPr="003B74C8">
        <w:rPr>
          <w:rFonts w:ascii="Tahoma" w:hAnsi="Tahoma" w:cs="Tahoma"/>
          <w:bCs/>
          <w:color w:val="000000"/>
          <w:sz w:val="18"/>
          <w:szCs w:val="18"/>
        </w:rPr>
        <w:t>«ΠΡΟΣΤΑΣΙΑ ΤΟΥ ΠΕΡΙΒΑΛΛΟΝΤΟΣ ΚΑΙ ΑΕΙΦΟΡΟΣ ΑΝΑΠΤΥΞΗ»</w:t>
      </w:r>
      <w:r w:rsidRPr="00F96496">
        <w:rPr>
          <w:rFonts w:ascii="Tahoma" w:hAnsi="Tahoma" w:cs="Tahoma"/>
          <w:sz w:val="20"/>
        </w:rPr>
        <w:t xml:space="preserve">, του Ε.Π. </w:t>
      </w:r>
      <w:r>
        <w:rPr>
          <w:rFonts w:ascii="Tahoma" w:hAnsi="Tahoma" w:cs="Tahoma"/>
          <w:sz w:val="20"/>
        </w:rPr>
        <w:t>ΠΕΡΙΦΕΡΕΙΑΣ ΗΠΕΙΡΟΥ</w:t>
      </w:r>
      <w:r w:rsidRPr="00F96496">
        <w:rPr>
          <w:rFonts w:ascii="Tahoma" w:hAnsi="Tahoma" w:cs="Tahoma"/>
          <w:sz w:val="20"/>
        </w:rPr>
        <w:t xml:space="preserve">, το οποίο συγχρηματοδοτείται από το </w:t>
      </w:r>
      <w:r>
        <w:rPr>
          <w:rFonts w:ascii="Tahoma" w:hAnsi="Tahoma" w:cs="Tahoma"/>
          <w:sz w:val="20"/>
        </w:rPr>
        <w:t>ΕΤΠΑ</w:t>
      </w:r>
      <w:r w:rsidRPr="00F96496">
        <w:rPr>
          <w:rFonts w:ascii="Tahoma" w:hAnsi="Tahoma" w:cs="Tahoma"/>
          <w:i/>
          <w:sz w:val="20"/>
        </w:rPr>
        <w:t xml:space="preserve">, </w:t>
      </w:r>
      <w:r w:rsidRPr="00F96496">
        <w:rPr>
          <w:rFonts w:ascii="Tahoma" w:hAnsi="Tahoma" w:cs="Tahoma"/>
          <w:b/>
          <w:sz w:val="20"/>
        </w:rPr>
        <w:t>υποβάλλουμε πρόταση για τη χρηματοδότηση της πράξης με τίτλο «……………………………………………..»</w:t>
      </w:r>
      <w:r>
        <w:rPr>
          <w:rFonts w:ascii="Tahoma" w:hAnsi="Tahoma" w:cs="Tahoma"/>
          <w:b/>
          <w:sz w:val="20"/>
        </w:rPr>
        <w:t xml:space="preserve">, κωδικό </w:t>
      </w:r>
      <w:r>
        <w:rPr>
          <w:rFonts w:ascii="Tahoma" w:hAnsi="Tahoma" w:cs="Tahoma"/>
          <w:b/>
          <w:sz w:val="20"/>
          <w:lang w:val="en-US"/>
        </w:rPr>
        <w:t>MIS</w:t>
      </w:r>
      <w:r>
        <w:rPr>
          <w:rFonts w:ascii="Tahoma" w:hAnsi="Tahoma" w:cs="Tahoma"/>
          <w:b/>
          <w:sz w:val="20"/>
        </w:rPr>
        <w:t xml:space="preserve"> ……..</w:t>
      </w:r>
      <w:r w:rsidRPr="00F96496">
        <w:rPr>
          <w:rFonts w:ascii="Tahoma" w:hAnsi="Tahoma" w:cs="Tahoma"/>
          <w:b/>
          <w:sz w:val="20"/>
        </w:rPr>
        <w:t xml:space="preserve"> και </w:t>
      </w:r>
      <w:r>
        <w:rPr>
          <w:rFonts w:ascii="Tahoma" w:hAnsi="Tahoma" w:cs="Tahoma"/>
          <w:b/>
          <w:sz w:val="20"/>
        </w:rPr>
        <w:t xml:space="preserve">συνολική </w:t>
      </w:r>
      <w:r w:rsidRPr="00F96496">
        <w:rPr>
          <w:rFonts w:ascii="Tahoma" w:hAnsi="Tahoma" w:cs="Tahoma"/>
          <w:b/>
          <w:sz w:val="20"/>
        </w:rPr>
        <w:t xml:space="preserve">δημόσια δαπάνη …………….. ευρώ. </w:t>
      </w:r>
    </w:p>
    <w:p w:rsidR="00AD2B03" w:rsidRPr="00F96496" w:rsidRDefault="00AD2B03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στο </w:t>
      </w:r>
      <w:r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στο ΟΠΣ – ΕΣΠΑ </w:t>
      </w:r>
      <w:r w:rsidRPr="00F96496">
        <w:rPr>
          <w:rFonts w:ascii="Tahoma" w:hAnsi="Tahoma" w:cs="Tahoma"/>
          <w:sz w:val="20"/>
        </w:rPr>
        <w:t>Τεχνικό Δελτίο Πράξης</w:t>
      </w:r>
      <w:r>
        <w:rPr>
          <w:rFonts w:ascii="Tahoma" w:hAnsi="Tahoma" w:cs="Tahoma"/>
          <w:sz w:val="20"/>
        </w:rPr>
        <w:t>, με α/α Δελτίου ……</w:t>
      </w:r>
      <w:r w:rsidRPr="00F96496">
        <w:rPr>
          <w:rFonts w:ascii="Tahoma" w:hAnsi="Tahoma" w:cs="Tahoma"/>
          <w:sz w:val="20"/>
        </w:rPr>
        <w:t xml:space="preserve"> και στα σχετικά συνοδευτικά έγγραφα</w:t>
      </w:r>
      <w:r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AD2B03" w:rsidRDefault="00AD2B03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Επιπρόσθετα βεβαιώνουμε υπεύθυνα ότι:</w:t>
      </w:r>
      <w:r w:rsidRPr="00921C4F">
        <w:rPr>
          <w:rFonts w:ascii="Tahoma" w:hAnsi="Tahoma" w:cs="Tahoma"/>
          <w:sz w:val="20"/>
        </w:rPr>
        <w:t xml:space="preserve"> </w:t>
      </w:r>
    </w:p>
    <w:p w:rsidR="00AD2B03" w:rsidRPr="00F96496" w:rsidRDefault="00AD2B0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 </w:t>
      </w:r>
    </w:p>
    <w:p w:rsidR="00AD2B03" w:rsidRDefault="00AD2B0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β) Δεν έχει ολοκληρωθεί το φυσικό αντικείμενο της προτεινόμενης πράξης </w:t>
      </w:r>
      <w:r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AD2B03" w:rsidRPr="00F96496" w:rsidRDefault="00AD2B0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</w:r>
    </w:p>
    <w:p w:rsidR="00AD2B03" w:rsidRPr="00F96496" w:rsidRDefault="00AD2B03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Pr="00522B6D">
        <w:rPr>
          <w:rStyle w:val="FootnoteReference"/>
          <w:rFonts w:ascii="Tahoma" w:hAnsi="Tahoma" w:cs="Tahoma"/>
          <w:sz w:val="20"/>
        </w:rPr>
        <w:t xml:space="preserve"> </w:t>
      </w:r>
      <w:r w:rsidRPr="003F5441">
        <w:rPr>
          <w:rStyle w:val="FootnoteReference"/>
          <w:rFonts w:ascii="Tahoma" w:hAnsi="Tahoma" w:cs="Tahoma"/>
          <w:sz w:val="20"/>
        </w:rPr>
        <w:footnoteReference w:id="1"/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Από την εν λόγω </w:t>
      </w:r>
      <w:r w:rsidRPr="0075312B">
        <w:rPr>
          <w:rFonts w:ascii="Tahoma" w:hAnsi="Tahoma" w:cs="Tahoma"/>
          <w:sz w:val="20"/>
        </w:rPr>
        <w:t>πράξη</w:t>
      </w:r>
      <w:r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έσοδα, μετά την ολοκλήρωση της πράξης ή κατά τη διάρκεια υλοποίησής της, για τους εξής λόγους (συνδυαστικά ή εναλλακτικά):</w:t>
      </w:r>
    </w:p>
    <w:p w:rsidR="00AD2B03" w:rsidRPr="00B22BB6" w:rsidRDefault="00AD2B03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δεν προβλέπεται η επιβολή στους τυχόν χρήστες του έργου τελών ή προσαύξηση στο τυχόν ήδη υπάρχον τέλος</w:t>
      </w:r>
      <w:r>
        <w:rPr>
          <w:rFonts w:ascii="Tahoma" w:hAnsi="Tahoma" w:cs="Tahoma"/>
          <w:sz w:val="20"/>
        </w:rPr>
        <w:t>,</w:t>
      </w:r>
      <w:r w:rsidRPr="00F96496">
        <w:rPr>
          <w:rFonts w:ascii="Tahoma" w:hAnsi="Tahoma" w:cs="Tahoma"/>
          <w:sz w:val="20"/>
        </w:rPr>
        <w:t xml:space="preserve"> εξαιτίας της συγκεκριμένης επένδυσης, τα οποία βαρύνουν 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>
        <w:rPr>
          <w:rFonts w:ascii="Tahoma" w:hAnsi="Tahoma" w:cs="Tahoma"/>
          <w:sz w:val="18"/>
          <w:szCs w:val="18"/>
        </w:rPr>
        <w:t xml:space="preserve"> </w:t>
      </w:r>
      <w:r w:rsidRPr="00FF6EB5">
        <w:rPr>
          <w:rFonts w:ascii="Tahoma" w:hAnsi="Tahoma" w:cs="Tahoma"/>
          <w:sz w:val="20"/>
        </w:rPr>
        <w:t>εξοπλισμού</w:t>
      </w:r>
      <w:r>
        <w:rPr>
          <w:rFonts w:ascii="Tahoma" w:hAnsi="Tahoma" w:cs="Tahoma"/>
          <w:sz w:val="20"/>
        </w:rPr>
        <w:t>,</w:t>
      </w:r>
      <w:r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>
        <w:rPr>
          <w:rFonts w:ascii="Tahoma" w:hAnsi="Tahoma" w:cs="Tahoma"/>
          <w:sz w:val="20"/>
        </w:rPr>
        <w:t>)</w:t>
      </w:r>
      <w:r w:rsidRPr="00FF6EB5">
        <w:rPr>
          <w:rFonts w:ascii="Tahoma" w:hAnsi="Tahoma" w:cs="Tahoma"/>
          <w:sz w:val="20"/>
        </w:rPr>
        <w:t>. Επίσης, η πράξη δεν επιφέρει</w:t>
      </w:r>
      <w:r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λειτουργίας, </w:t>
      </w:r>
    </w:p>
    <w:p w:rsidR="00AD2B03" w:rsidRPr="00832EDE" w:rsidRDefault="00AD2B03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AD2B03" w:rsidRDefault="00AD2B03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>
        <w:rPr>
          <w:rFonts w:ascii="Tahoma" w:hAnsi="Tahoma" w:cs="Tahoma"/>
          <w:sz w:val="20"/>
        </w:rPr>
        <w:t xml:space="preserve">, </w:t>
      </w:r>
    </w:p>
    <w:p w:rsidR="00AD2B03" w:rsidRDefault="00AD2B03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AD2B03" w:rsidRPr="001F6706" w:rsidRDefault="00AD2B03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AD2B03" w:rsidRDefault="00AD2B0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Pr="00522B6D">
        <w:rPr>
          <w:rStyle w:val="FootnoteReference"/>
          <w:rFonts w:ascii="Tahoma" w:hAnsi="Tahoma" w:cs="Tahoma"/>
          <w:sz w:val="20"/>
        </w:rPr>
        <w:t xml:space="preserve"> </w:t>
      </w:r>
      <w:r>
        <w:rPr>
          <w:rStyle w:val="FootnoteReference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Α</w:t>
      </w:r>
      <w:r w:rsidRPr="001F6706">
        <w:rPr>
          <w:rFonts w:ascii="Tahoma" w:hAnsi="Tahoma" w:cs="Tahoma"/>
          <w:sz w:val="20"/>
        </w:rPr>
        <w:t xml:space="preserve">πό την </w:t>
      </w:r>
      <w:r>
        <w:rPr>
          <w:rFonts w:ascii="Tahoma" w:hAnsi="Tahoma" w:cs="Tahoma"/>
          <w:sz w:val="20"/>
        </w:rPr>
        <w:t xml:space="preserve">εν λόγω </w:t>
      </w:r>
      <w:r w:rsidRPr="001F6706">
        <w:rPr>
          <w:rFonts w:ascii="Tahoma" w:hAnsi="Tahoma" w:cs="Tahoma"/>
          <w:sz w:val="20"/>
        </w:rPr>
        <w:t>πράξη θα παραχθούν έσοδα, σύμφωνα με το συνημμένο  «Υπολογισμός των καθαρών εσόδων για Πράξεις των Προγραμμάτων του ΕΣΠΑ 2014-2020».</w:t>
      </w:r>
      <w:r>
        <w:rPr>
          <w:rFonts w:ascii="Tahoma" w:hAnsi="Tahoma" w:cs="Tahoma"/>
          <w:sz w:val="20"/>
        </w:rPr>
        <w:t xml:space="preserve"> </w:t>
      </w:r>
    </w:p>
    <w:p w:rsidR="00AD2B03" w:rsidRDefault="00AD2B03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 xml:space="preserve">α παραγόμενα έσοδα δεν είναι φορολογητέα, συνεπώς δεν υπάρχει δικαίωμα έκπτωσης του φόρου των αντίστοιχων εσόδων και ως εκ τούτου ο ΦΠΑ δεν ανακτάται. </w:t>
      </w:r>
    </w:p>
    <w:p w:rsidR="00AD2B03" w:rsidRDefault="00AD2B03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AD2B03" w:rsidRPr="0075312B" w:rsidRDefault="00AD2B03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>Τα παραγόμενα έσοδα είναι φορολογητέα και ως εκ τούτου ο ΦΠΑ ανακτάται.</w:t>
      </w:r>
    </w:p>
    <w:p w:rsidR="00AD2B03" w:rsidRDefault="00AD2B0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πρότασης, όπως αυτές περιγράφονται στο Παράρτημα Ι της πρόσκλησης και εφόσον αξιολογηθεί θετικά και χρηματοδοτηθεί από το ΕΠ θα τηρήσω τις εν λόγω υποχρεώσεις.</w:t>
      </w:r>
    </w:p>
    <w:p w:rsidR="00AD2B03" w:rsidRPr="00014551" w:rsidRDefault="00AD2B03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στ)  Ο φορέας λειτουργίας ή/και συντήρησης της πράξης, </w:t>
      </w:r>
      <w:r w:rsidRPr="00E07AD7">
        <w:rPr>
          <w:rFonts w:ascii="Tahoma" w:hAnsi="Tahoma" w:cs="Tahoma"/>
          <w:sz w:val="20"/>
        </w:rPr>
        <w:t xml:space="preserve">που θα αναλάβει </w:t>
      </w:r>
      <w:r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>
        <w:rPr>
          <w:rFonts w:ascii="Tahoma" w:hAnsi="Tahoma" w:cs="Tahoma"/>
          <w:sz w:val="20"/>
        </w:rPr>
        <w:t xml:space="preserve"> </w:t>
      </w:r>
      <w:r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AD2B03" w:rsidRDefault="00AD2B0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 </w:t>
      </w:r>
      <w:r w:rsidRPr="00112826">
        <w:rPr>
          <w:rFonts w:ascii="Tahoma" w:hAnsi="Tahoma" w:cs="Tahoma"/>
          <w:sz w:val="20"/>
        </w:rPr>
        <w:t xml:space="preserve">Ο </w:t>
      </w:r>
      <w:r>
        <w:rPr>
          <w:rFonts w:ascii="Tahoma" w:hAnsi="Tahoma" w:cs="Tahoma"/>
          <w:sz w:val="20"/>
        </w:rPr>
        <w:t>κ</w:t>
      </w:r>
      <w:r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AD2B03" w:rsidRDefault="00AD2B03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 xml:space="preserve">η)   </w:t>
      </w:r>
      <w:r w:rsidRPr="00832EDE">
        <w:rPr>
          <w:rFonts w:ascii="Tahoma" w:hAnsi="Tahoma" w:cs="Tahoma"/>
          <w:i/>
          <w:sz w:val="20"/>
        </w:rPr>
        <w:t>(Άλλο, προσδιορίζεται από τη ΔΑ)</w:t>
      </w:r>
      <w:r w:rsidRPr="00832EDE">
        <w:rPr>
          <w:rFonts w:ascii="Tahoma" w:hAnsi="Tahoma" w:cs="Tahoma"/>
          <w:sz w:val="20"/>
        </w:rPr>
        <w:t>.</w:t>
      </w:r>
    </w:p>
    <w:p w:rsidR="00AD2B03" w:rsidRDefault="00AD2B03" w:rsidP="001A1D90">
      <w:pPr>
        <w:spacing w:before="60" w:line="280" w:lineRule="atLeast"/>
        <w:rPr>
          <w:rFonts w:ascii="Tahoma" w:hAnsi="Tahoma" w:cs="Tahoma"/>
          <w:sz w:val="20"/>
        </w:rPr>
      </w:pPr>
    </w:p>
    <w:p w:rsidR="00AD2B03" w:rsidRDefault="00AD2B0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/>
      </w:tblPr>
      <w:tblGrid>
        <w:gridCol w:w="4644"/>
      </w:tblGrid>
      <w:tr w:rsidR="00AD2B03" w:rsidRPr="00AC76D9" w:rsidTr="00186E7F">
        <w:trPr>
          <w:trHeight w:val="942"/>
        </w:trPr>
        <w:tc>
          <w:tcPr>
            <w:tcW w:w="4644" w:type="dxa"/>
          </w:tcPr>
          <w:p w:rsidR="00AD2B03" w:rsidRPr="003F5441" w:rsidRDefault="00AD2B03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AD2B03" w:rsidRPr="003F5441" w:rsidRDefault="00AD2B03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AD2B03" w:rsidRPr="00AC76D9" w:rsidTr="00186E7F">
        <w:trPr>
          <w:trHeight w:val="1055"/>
        </w:trPr>
        <w:tc>
          <w:tcPr>
            <w:tcW w:w="4644" w:type="dxa"/>
          </w:tcPr>
          <w:p w:rsidR="00AD2B03" w:rsidRPr="003F5441" w:rsidRDefault="00AD2B03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AD2B03" w:rsidRPr="003F5441" w:rsidRDefault="00AD2B03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AD2B03" w:rsidRPr="00AC76D9" w:rsidRDefault="00AD2B0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AD2B03" w:rsidRDefault="00AD2B03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AD2B03" w:rsidRDefault="00AD2B03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AD2B03" w:rsidRDefault="00AD2B03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</w:p>
    <w:p w:rsidR="00AD2B03" w:rsidRPr="001F72DC" w:rsidRDefault="00AD2B03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</w:p>
    <w:p w:rsidR="00AD2B03" w:rsidRDefault="00AD2B03" w:rsidP="000806C9">
      <w:pPr>
        <w:spacing w:before="60" w:line="280" w:lineRule="atLeast"/>
        <w:ind w:left="360"/>
        <w:rPr>
          <w:rFonts w:ascii="Tahoma" w:hAnsi="Tahoma" w:cs="Tahoma"/>
          <w:sz w:val="18"/>
          <w:szCs w:val="18"/>
        </w:rPr>
      </w:pPr>
    </w:p>
    <w:p w:rsidR="00AD2B03" w:rsidRDefault="00AD2B03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</w:p>
    <w:p w:rsidR="00AD2B03" w:rsidRDefault="00AD2B03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  <w:lang w:val="en-US"/>
        </w:rPr>
      </w:pPr>
    </w:p>
    <w:p w:rsidR="00AD2B03" w:rsidRPr="00BD0134" w:rsidRDefault="00AD2B03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t>ΣΥΝΗΜΜΕΝΑ ΕΓΓΡΑΦΑ:</w:t>
      </w:r>
    </w:p>
    <w:p w:rsidR="00AD2B03" w:rsidRPr="00BD0134" w:rsidRDefault="00AD2B03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……….,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……….</w:t>
      </w:r>
    </w:p>
    <w:p w:rsidR="00AD2B03" w:rsidRPr="000806C9" w:rsidRDefault="00AD2B03" w:rsidP="000806C9">
      <w:pPr>
        <w:pStyle w:val="ListParagraph"/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  <w:lang w:val="en-US"/>
        </w:rPr>
      </w:pPr>
      <w:r w:rsidRPr="000806C9">
        <w:rPr>
          <w:rFonts w:ascii="Tahoma" w:hAnsi="Tahoma" w:cs="Tahoma"/>
          <w:sz w:val="18"/>
          <w:szCs w:val="18"/>
        </w:rPr>
        <w:t>Τεχνικό Δελτίο Πράξης (ΤΔΠ)</w:t>
      </w:r>
    </w:p>
    <w:p w:rsidR="00AD2B03" w:rsidRPr="00BD0134" w:rsidRDefault="00AD2B0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BD0134">
        <w:rPr>
          <w:rFonts w:ascii="Tahoma" w:hAnsi="Tahoma" w:cs="Tahoma"/>
          <w:sz w:val="18"/>
          <w:szCs w:val="18"/>
          <w:lang w:eastAsia="en-US"/>
        </w:rPr>
        <w:t xml:space="preserve">Σχέδιο Απόφασης Υλοποίησης Υποέργου με Ίδια Μέσα </w:t>
      </w:r>
      <w:r w:rsidRPr="00BD0134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AD2B03" w:rsidRPr="005A5630" w:rsidRDefault="00AD2B0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Pr="005A5630">
        <w:rPr>
          <w:rFonts w:ascii="Tahoma" w:hAnsi="Tahoma" w:cs="Tahoma"/>
          <w:sz w:val="18"/>
          <w:szCs w:val="18"/>
        </w:rPr>
        <w:t xml:space="preserve">τοιχεία που </w:t>
      </w:r>
      <w:r>
        <w:rPr>
          <w:rFonts w:ascii="Tahoma" w:hAnsi="Tahoma" w:cs="Tahoma"/>
          <w:sz w:val="18"/>
          <w:szCs w:val="18"/>
        </w:rPr>
        <w:t>τεκμηριών</w:t>
      </w:r>
      <w:r w:rsidRPr="005A5630">
        <w:rPr>
          <w:rFonts w:ascii="Tahoma" w:hAnsi="Tahoma" w:cs="Tahoma"/>
          <w:sz w:val="18"/>
          <w:szCs w:val="18"/>
        </w:rPr>
        <w:t xml:space="preserve">ουν τη διοικητική, χρηματοοικονομική και επιχειρησιακή ικανότητα του </w:t>
      </w:r>
      <w:r>
        <w:rPr>
          <w:rFonts w:ascii="Tahoma" w:hAnsi="Tahoma" w:cs="Tahoma"/>
          <w:sz w:val="18"/>
          <w:szCs w:val="18"/>
        </w:rPr>
        <w:t>δ</w:t>
      </w:r>
      <w:r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AD2B03" w:rsidRPr="00AC76D9" w:rsidRDefault="00AD2B03" w:rsidP="000806C9">
      <w:pPr>
        <w:pStyle w:val="ListParagraph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Υπολογισμός των καθαρών εσόδων για Πράξεις των Προγραμμάτων του ΕΣΠΑ 2014-2020 </w:t>
      </w:r>
      <w:r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AD2B03" w:rsidRPr="0045707B" w:rsidRDefault="00AD2B03" w:rsidP="000806C9">
      <w:pPr>
        <w:pStyle w:val="ListParagraph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προόδου ενεργειών ωρίμανσης </w:t>
      </w:r>
      <w:r>
        <w:rPr>
          <w:rFonts w:ascii="Tahoma" w:hAnsi="Tahoma" w:cs="Tahoma"/>
          <w:sz w:val="18"/>
          <w:szCs w:val="18"/>
        </w:rPr>
        <w:t>και Υποχρεώσεων Π</w:t>
      </w:r>
      <w:r w:rsidRPr="0045707B">
        <w:rPr>
          <w:rFonts w:ascii="Tahoma" w:hAnsi="Tahoma" w:cs="Tahoma"/>
          <w:sz w:val="18"/>
          <w:szCs w:val="18"/>
        </w:rPr>
        <w:t xml:space="preserve">ράξης  </w:t>
      </w:r>
      <w:r w:rsidRPr="0045707B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AD2B03" w:rsidRPr="00AC76D9" w:rsidRDefault="00AD2B0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>[σύμφωνα με 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 ζητείται στην πρόσκληση]</w:t>
      </w:r>
    </w:p>
    <w:p w:rsidR="00AD2B03" w:rsidRPr="006101A1" w:rsidRDefault="00AD2B0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 xml:space="preserve">και συντήρησης της πράξης και των αντίστοιχων αρμοδιοτήτων του </w:t>
      </w:r>
      <w:r w:rsidRPr="008B4FA6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AD2B03" w:rsidRDefault="00AD2B0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976DA7">
        <w:rPr>
          <w:rFonts w:ascii="Tahoma" w:hAnsi="Tahoma" w:cs="Tahoma"/>
          <w:sz w:val="18"/>
          <w:szCs w:val="18"/>
        </w:rPr>
        <w:t xml:space="preserve">Χρονοδιάγραμμα </w:t>
      </w:r>
      <w:r>
        <w:rPr>
          <w:rFonts w:ascii="Tahoma" w:hAnsi="Tahoma" w:cs="Tahoma"/>
          <w:sz w:val="18"/>
          <w:szCs w:val="18"/>
        </w:rPr>
        <w:t>για την εκτίμηση της ρεαλιστικότητας του χρονοδιαγράμματος συμπεριλαμβανομένων και των προπαρασκευαστικών ενεργειών</w:t>
      </w:r>
    </w:p>
    <w:p w:rsidR="00AD2B03" w:rsidRDefault="00AD2B0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Πίνακας αποτύπωσης των αναγκαίων τεχνικών υποστηρικτικών μελετών και της  ωρίμανσης της πράξης εφόσον απαιτείται</w:t>
      </w:r>
    </w:p>
    <w:p w:rsidR="00AD2B03" w:rsidRDefault="00AD2B0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Τεχνικές μελέτες, τεύχη δημοπράτησης, </w:t>
      </w:r>
    </w:p>
    <w:p w:rsidR="00AD2B03" w:rsidRDefault="00AD2B0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Εγκρίσεις και αδειοδοτήσεις</w:t>
      </w:r>
    </w:p>
    <w:p w:rsidR="00AD2B03" w:rsidRPr="00976DA7" w:rsidRDefault="00AD2B0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Έγγραφα και στοιχεία που αφορούν στις διαδικασίες και ενέργειες που έχει προβεί ο φορέας προκειμένου να εξεταστεί η τήρηση των εθνικών και κοινοτικών κανόνων </w:t>
      </w:r>
      <w:r w:rsidRPr="00976DA7">
        <w:rPr>
          <w:rFonts w:ascii="Tahoma" w:hAnsi="Tahoma" w:cs="Tahoma"/>
          <w:i/>
          <w:sz w:val="18"/>
          <w:szCs w:val="18"/>
        </w:rPr>
        <w:t>(εφόσον έχουν προηγηθεί της αίτησης χρηματοδότησης)</w:t>
      </w:r>
    </w:p>
    <w:p w:rsidR="00AD2B03" w:rsidRPr="00AC76D9" w:rsidRDefault="00AD2B0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>
        <w:rPr>
          <w:rFonts w:ascii="Tahoma" w:hAnsi="Tahoma" w:cs="Tahoma"/>
          <w:sz w:val="18"/>
          <w:szCs w:val="18"/>
        </w:rPr>
        <w:t>έγγραφα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AD2B03" w:rsidRPr="00AC76D9" w:rsidRDefault="00AD2B0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AD2B03" w:rsidRPr="00AC76D9" w:rsidSect="00E561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B03" w:rsidRDefault="00AD2B03">
      <w:r>
        <w:separator/>
      </w:r>
    </w:p>
  </w:endnote>
  <w:endnote w:type="continuationSeparator" w:id="0">
    <w:p w:rsidR="00AD2B03" w:rsidRDefault="00AD2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Verdana">
    <w:altName w:val="Verdana"/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03" w:rsidRDefault="00AD2B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275"/>
      <w:gridCol w:w="2850"/>
      <w:gridCol w:w="2798"/>
    </w:tblGrid>
    <w:tr w:rsidR="00AD2B03" w:rsidRPr="002976D4" w:rsidTr="0092595C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AD2B03" w:rsidRPr="00F119CB" w:rsidRDefault="00AD2B03" w:rsidP="00863AF0">
          <w:pPr>
            <w:spacing w:before="120" w:after="0" w:line="240" w:lineRule="auto"/>
            <w:jc w:val="left"/>
            <w:rPr>
              <w:rStyle w:val="PageNumber"/>
              <w:rFonts w:ascii="Tahoma" w:hAnsi="Tahoma" w:cs="Tahoma"/>
              <w:sz w:val="16"/>
              <w:szCs w:val="16"/>
            </w:rPr>
          </w:pPr>
          <w:r w:rsidRPr="00F119CB">
            <w:rPr>
              <w:rStyle w:val="PageNumber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Ε.Ι.</w:t>
          </w:r>
          <w:r w:rsidRPr="00A53DD7">
            <w:rPr>
              <w:rStyle w:val="PageNumber"/>
              <w:rFonts w:ascii="Tahoma" w:hAnsi="Tahoma" w:cs="Tahoma"/>
              <w:sz w:val="16"/>
              <w:szCs w:val="16"/>
            </w:rPr>
            <w:t>1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>_2</w:t>
          </w:r>
        </w:p>
        <w:p w:rsidR="00AD2B03" w:rsidRPr="0046559D" w:rsidRDefault="00AD2B03" w:rsidP="00863AF0">
          <w:pPr>
            <w:spacing w:after="0" w:line="240" w:lineRule="auto"/>
            <w:jc w:val="left"/>
            <w:rPr>
              <w:rStyle w:val="PageNumber"/>
              <w:rFonts w:ascii="Tahoma" w:hAnsi="Tahoma" w:cs="Tahoma"/>
              <w:sz w:val="16"/>
              <w:szCs w:val="16"/>
            </w:rPr>
          </w:pPr>
          <w:r w:rsidRPr="00F119CB">
            <w:rPr>
              <w:rStyle w:val="PageNumber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PageNumber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AD2B03" w:rsidRPr="0046559D" w:rsidRDefault="00AD2B03" w:rsidP="003F1AD7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r w:rsidRPr="00F119CB">
            <w:rPr>
              <w:rStyle w:val="PageNumber"/>
              <w:rFonts w:ascii="Tahoma" w:hAnsi="Tahoma" w:cs="Tahoma"/>
              <w:sz w:val="16"/>
              <w:szCs w:val="16"/>
            </w:rPr>
            <w:t>Ημ/νια Έκδοσης:</w:t>
          </w:r>
          <w:r w:rsidRPr="0046559D">
            <w:rPr>
              <w:rStyle w:val="PageNumber"/>
              <w:rFonts w:ascii="Tahoma" w:hAnsi="Tahoma" w:cs="Tahoma"/>
              <w:sz w:val="16"/>
              <w:szCs w:val="16"/>
            </w:rPr>
            <w:t>30.10.2015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AD2B03" w:rsidRPr="00F119CB" w:rsidRDefault="00AD2B03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Fonts w:ascii="Tahoma" w:hAnsi="Tahoma" w:cs="Tahoma"/>
              <w:noProof/>
              <w:sz w:val="16"/>
              <w:szCs w:val="16"/>
            </w:rPr>
            <w:t>- 3 -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AD2B03" w:rsidRPr="00F119CB" w:rsidRDefault="00AD2B03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2049" type="#_x0000_t75" style="position:absolute;left:0;text-align:left;margin-left:57.2pt;margin-top:3.85pt;width:61.5pt;height:36.9pt;z-index:251660288;visibility:visible;mso-position-horizontal-relative:text;mso-position-vertical-relative:text">
                <v:imagedata r:id="rId1" o:title=""/>
              </v:shape>
            </w:pict>
          </w:r>
        </w:p>
      </w:tc>
    </w:tr>
  </w:tbl>
  <w:p w:rsidR="00AD2B03" w:rsidRPr="0043580B" w:rsidRDefault="00AD2B03" w:rsidP="0043580B">
    <w:pPr>
      <w:pStyle w:val="Footer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03" w:rsidRDefault="00AD2B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B03" w:rsidRDefault="00AD2B03">
      <w:r>
        <w:separator/>
      </w:r>
    </w:p>
  </w:footnote>
  <w:footnote w:type="continuationSeparator" w:id="0">
    <w:p w:rsidR="00AD2B03" w:rsidRDefault="00AD2B03">
      <w:r>
        <w:continuationSeparator/>
      </w:r>
    </w:p>
  </w:footnote>
  <w:footnote w:id="1">
    <w:p w:rsidR="00AD2B03" w:rsidRDefault="00AD2B03" w:rsidP="00522B6D">
      <w:pPr>
        <w:pStyle w:val="FootnoteText"/>
        <w:spacing w:before="120" w:after="120" w:line="240" w:lineRule="auto"/>
      </w:pPr>
      <w:r w:rsidRPr="00D75500">
        <w:rPr>
          <w:rStyle w:val="FootnoteReference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03" w:rsidRDefault="00AD2B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03" w:rsidRDefault="00AD2B0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03" w:rsidRDefault="00AD2B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Restart w:val="0"/>
      <w:lvlText w:val="%1.%3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stylePaneFormatFilter w:val="3F0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806C9"/>
    <w:rsid w:val="000A08F3"/>
    <w:rsid w:val="000A149A"/>
    <w:rsid w:val="000A4CE3"/>
    <w:rsid w:val="000B0AF2"/>
    <w:rsid w:val="000C3A56"/>
    <w:rsid w:val="000E70E0"/>
    <w:rsid w:val="00112826"/>
    <w:rsid w:val="00124E9A"/>
    <w:rsid w:val="00132284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2BC8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A4CB6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713E"/>
    <w:rsid w:val="003B74C8"/>
    <w:rsid w:val="003C0F20"/>
    <w:rsid w:val="003C752E"/>
    <w:rsid w:val="003D76B5"/>
    <w:rsid w:val="003E05D6"/>
    <w:rsid w:val="003F1AD7"/>
    <w:rsid w:val="003F4091"/>
    <w:rsid w:val="003F5441"/>
    <w:rsid w:val="003F7F47"/>
    <w:rsid w:val="00406FA2"/>
    <w:rsid w:val="00407FD7"/>
    <w:rsid w:val="004143DF"/>
    <w:rsid w:val="00434B07"/>
    <w:rsid w:val="0043580B"/>
    <w:rsid w:val="0044114E"/>
    <w:rsid w:val="00455E4D"/>
    <w:rsid w:val="0045707B"/>
    <w:rsid w:val="00457DB5"/>
    <w:rsid w:val="004642F0"/>
    <w:rsid w:val="0046559D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E631F"/>
    <w:rsid w:val="004F5E87"/>
    <w:rsid w:val="00504A13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101A1"/>
    <w:rsid w:val="00611A63"/>
    <w:rsid w:val="00620679"/>
    <w:rsid w:val="00626BE4"/>
    <w:rsid w:val="006360C4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1586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AF0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744E4"/>
    <w:rsid w:val="00974D12"/>
    <w:rsid w:val="00975A8D"/>
    <w:rsid w:val="00976DA7"/>
    <w:rsid w:val="00977188"/>
    <w:rsid w:val="009772B4"/>
    <w:rsid w:val="00981224"/>
    <w:rsid w:val="0098703C"/>
    <w:rsid w:val="009A51B8"/>
    <w:rsid w:val="009B1DB2"/>
    <w:rsid w:val="009B5B0A"/>
    <w:rsid w:val="009E3309"/>
    <w:rsid w:val="009F7118"/>
    <w:rsid w:val="009F752B"/>
    <w:rsid w:val="00A059FF"/>
    <w:rsid w:val="00A06FB4"/>
    <w:rsid w:val="00A10E4F"/>
    <w:rsid w:val="00A53DD7"/>
    <w:rsid w:val="00A617D7"/>
    <w:rsid w:val="00A67D27"/>
    <w:rsid w:val="00A71915"/>
    <w:rsid w:val="00A72E54"/>
    <w:rsid w:val="00A95296"/>
    <w:rsid w:val="00AA127E"/>
    <w:rsid w:val="00AC12E6"/>
    <w:rsid w:val="00AC3145"/>
    <w:rsid w:val="00AC76D9"/>
    <w:rsid w:val="00AD2B03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134"/>
    <w:rsid w:val="00BD033E"/>
    <w:rsid w:val="00BD0589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19CB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F47"/>
    <w:pPr>
      <w:spacing w:after="60" w:line="360" w:lineRule="auto"/>
      <w:jc w:val="both"/>
    </w:pPr>
    <w:rPr>
      <w:rFonts w:ascii="Arial" w:hAnsi="Arial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3A655F"/>
    <w:rPr>
      <w:rFonts w:asciiTheme="minorHAnsi" w:eastAsiaTheme="minorEastAsia" w:hAnsiTheme="minorHAnsi" w:cstheme="minorBidi"/>
      <w:b/>
      <w:bCs/>
    </w:rPr>
  </w:style>
  <w:style w:type="paragraph" w:styleId="Header">
    <w:name w:val="header"/>
    <w:aliases w:val="hd"/>
    <w:basedOn w:val="Normal"/>
    <w:link w:val="HeaderChar"/>
    <w:uiPriority w:val="99"/>
    <w:rsid w:val="003F7F47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sid w:val="003A655F"/>
    <w:rPr>
      <w:rFonts w:ascii="Arial" w:hAnsi="Arial"/>
      <w:szCs w:val="20"/>
    </w:rPr>
  </w:style>
  <w:style w:type="character" w:customStyle="1" w:styleId="4Char">
    <w:name w:val="Στυλ Επικεφαλίδα 4 + Χωρίς υπογράμμιση Char"/>
    <w:uiPriority w:val="99"/>
    <w:rsid w:val="001F653D"/>
    <w:rPr>
      <w:rFonts w:ascii="Verdana" w:hAnsi="Verdana"/>
      <w:sz w:val="24"/>
      <w:u w:val="single"/>
      <w:lang w:val="en-US" w:eastAsia="en-US"/>
    </w:rPr>
  </w:style>
  <w:style w:type="paragraph" w:styleId="Footer">
    <w:name w:val="footer"/>
    <w:aliases w:val="ft"/>
    <w:basedOn w:val="Normal"/>
    <w:link w:val="FooterChar"/>
    <w:uiPriority w:val="99"/>
    <w:rsid w:val="00914D92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ft Char"/>
    <w:basedOn w:val="DefaultParagraphFont"/>
    <w:link w:val="Footer"/>
    <w:uiPriority w:val="99"/>
    <w:semiHidden/>
    <w:rsid w:val="003A655F"/>
    <w:rPr>
      <w:rFonts w:ascii="Arial" w:hAnsi="Arial"/>
      <w:szCs w:val="20"/>
    </w:rPr>
  </w:style>
  <w:style w:type="table" w:styleId="TableGrid">
    <w:name w:val="Table Grid"/>
    <w:basedOn w:val="TableNormal"/>
    <w:uiPriority w:val="99"/>
    <w:rsid w:val="00914D92"/>
    <w:pPr>
      <w:spacing w:before="120" w:after="120" w:line="320" w:lineRule="atLeas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uiPriority w:val="99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PageNumber">
    <w:name w:val="page number"/>
    <w:basedOn w:val="DefaultParagraphFont"/>
    <w:uiPriority w:val="99"/>
    <w:rsid w:val="00914D9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870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5F"/>
    <w:rPr>
      <w:sz w:val="0"/>
      <w:szCs w:val="0"/>
    </w:rPr>
  </w:style>
  <w:style w:type="paragraph" w:styleId="DocumentMap">
    <w:name w:val="Document Map"/>
    <w:basedOn w:val="Normal"/>
    <w:link w:val="DocumentMapChar"/>
    <w:uiPriority w:val="99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A655F"/>
    <w:rPr>
      <w:sz w:val="0"/>
      <w:szCs w:val="0"/>
    </w:rPr>
  </w:style>
  <w:style w:type="paragraph" w:styleId="FootnoteText">
    <w:name w:val="footnote text"/>
    <w:basedOn w:val="Normal"/>
    <w:link w:val="FootnoteTextChar"/>
    <w:uiPriority w:val="99"/>
    <w:semiHidden/>
    <w:rsid w:val="00BA34D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655F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A34DF"/>
    <w:rPr>
      <w:rFonts w:cs="Times New Roman"/>
      <w:vertAlign w:val="superscript"/>
    </w:rPr>
  </w:style>
  <w:style w:type="paragraph" w:customStyle="1" w:styleId="CharCharCharCharCharCharChar">
    <w:name w:val="Char Char Char Char Char Char Char"/>
    <w:basedOn w:val="Normal"/>
    <w:uiPriority w:val="99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C0436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C0436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0436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043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0436E"/>
    <w:rPr>
      <w:b/>
    </w:rPr>
  </w:style>
  <w:style w:type="paragraph" w:customStyle="1" w:styleId="CM1">
    <w:name w:val="CM1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ListParagraph">
    <w:name w:val="List Paragraph"/>
    <w:basedOn w:val="Normal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1">
    <w:name w:val="Char1"/>
    <w:basedOn w:val="Normal"/>
    <w:uiPriority w:val="99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384C6D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84C6D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72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</TotalTime>
  <Pages>3</Pages>
  <Words>815</Words>
  <Characters>4404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subject/>
  <dc:creator>Giorgos</dc:creator>
  <cp:keywords/>
  <dc:description/>
  <cp:lastModifiedBy>GOSIOU AFRODITI</cp:lastModifiedBy>
  <cp:revision>42</cp:revision>
  <cp:lastPrinted>2015-07-17T10:21:00Z</cp:lastPrinted>
  <dcterms:created xsi:type="dcterms:W3CDTF">2015-07-15T08:16:00Z</dcterms:created>
  <dcterms:modified xsi:type="dcterms:W3CDTF">2015-12-09T08:41:00Z</dcterms:modified>
</cp:coreProperties>
</file>