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FA" w:rsidRPr="00592AB5" w:rsidRDefault="002524FA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2524FA" w:rsidRPr="003E69F7" w:rsidRDefault="002524FA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2524FA" w:rsidRPr="003E69F7" w:rsidRDefault="002524FA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/>
      </w:tblPr>
      <w:tblGrid>
        <w:gridCol w:w="10206"/>
      </w:tblGrid>
      <w:tr w:rsidR="002524FA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2524FA" w:rsidRPr="00592AB5" w:rsidRDefault="002524F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2524FA" w:rsidRPr="00592AB5" w:rsidRDefault="002524FA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2524FA" w:rsidRPr="00592AB5" w:rsidTr="00CF674A">
        <w:tc>
          <w:tcPr>
            <w:tcW w:w="1843" w:type="dxa"/>
            <w:tcBorders>
              <w:right w:val="dotted" w:sz="4" w:space="0" w:color="auto"/>
            </w:tcBorders>
          </w:tcPr>
          <w:p w:rsidR="002524FA" w:rsidRPr="00592AB5" w:rsidRDefault="002524FA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2524FA" w:rsidRPr="00592AB5" w:rsidRDefault="002524FA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</w:tcPr>
          <w:p w:rsidR="002524FA" w:rsidRPr="00592AB5" w:rsidRDefault="002524FA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2524FA" w:rsidRPr="00592AB5" w:rsidRDefault="002524FA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524FA" w:rsidRPr="00592AB5" w:rsidRDefault="002524FA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2524FA" w:rsidRPr="00592AB5" w:rsidTr="00CF674A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524FA" w:rsidRPr="00DF4FD3" w:rsidRDefault="002524FA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524FA" w:rsidRPr="00592AB5" w:rsidRDefault="002524FA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2524FA" w:rsidRPr="00592AB5" w:rsidTr="00CF674A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524FA" w:rsidRPr="00DF4FD3" w:rsidRDefault="002524FA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524FA" w:rsidRPr="00592AB5" w:rsidRDefault="002524FA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2524FA" w:rsidRPr="00592AB5" w:rsidTr="00CF674A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524FA" w:rsidRPr="00DF4FD3" w:rsidRDefault="002524FA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524FA" w:rsidRPr="00592AB5" w:rsidRDefault="002524FA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2524FA" w:rsidRPr="00592AB5" w:rsidRDefault="002524FA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2410"/>
        <w:gridCol w:w="5954"/>
        <w:gridCol w:w="1842"/>
      </w:tblGrid>
      <w:tr w:rsidR="002524FA" w:rsidRPr="00592AB5" w:rsidTr="005E31FB">
        <w:tc>
          <w:tcPr>
            <w:tcW w:w="10206" w:type="dxa"/>
            <w:gridSpan w:val="3"/>
          </w:tcPr>
          <w:p w:rsidR="002524FA" w:rsidRPr="00592AB5" w:rsidRDefault="002524FA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2524FA" w:rsidRPr="00592AB5" w:rsidTr="005E31FB">
        <w:tc>
          <w:tcPr>
            <w:tcW w:w="2410" w:type="dxa"/>
          </w:tcPr>
          <w:p w:rsidR="002524FA" w:rsidRPr="00DF4FD3" w:rsidRDefault="002524FA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2524FA" w:rsidRPr="00592AB5" w:rsidRDefault="002524FA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2524FA" w:rsidRPr="00592AB5" w:rsidRDefault="002524FA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524FA" w:rsidRPr="00592AB5" w:rsidTr="005E31FB">
        <w:tc>
          <w:tcPr>
            <w:tcW w:w="2410" w:type="dxa"/>
          </w:tcPr>
          <w:p w:rsidR="002524FA" w:rsidRPr="00DF4FD3" w:rsidRDefault="002524FA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524FA" w:rsidRPr="00592AB5" w:rsidRDefault="002524FA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524FA" w:rsidRPr="00592AB5" w:rsidTr="005E31FB">
        <w:tc>
          <w:tcPr>
            <w:tcW w:w="2410" w:type="dxa"/>
          </w:tcPr>
          <w:p w:rsidR="002524FA" w:rsidRPr="00592AB5" w:rsidRDefault="002524FA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524FA" w:rsidRPr="00592AB5" w:rsidRDefault="002524FA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524FA" w:rsidRPr="00592AB5" w:rsidRDefault="002524FA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828"/>
        <w:gridCol w:w="3260"/>
        <w:gridCol w:w="3118"/>
      </w:tblGrid>
      <w:tr w:rsidR="002524FA" w:rsidRPr="00592AB5" w:rsidTr="00246F8F">
        <w:trPr>
          <w:trHeight w:val="368"/>
        </w:trPr>
        <w:tc>
          <w:tcPr>
            <w:tcW w:w="7088" w:type="dxa"/>
            <w:gridSpan w:val="2"/>
          </w:tcPr>
          <w:p w:rsidR="002524FA" w:rsidRPr="00592AB5" w:rsidRDefault="002524FA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</w:tcPr>
          <w:p w:rsidR="002524FA" w:rsidRPr="00592AB5" w:rsidRDefault="002524FA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524FA" w:rsidRPr="00592AB5" w:rsidTr="00246F8F">
        <w:trPr>
          <w:trHeight w:val="20"/>
        </w:trPr>
        <w:tc>
          <w:tcPr>
            <w:tcW w:w="3828" w:type="dxa"/>
          </w:tcPr>
          <w:p w:rsidR="002524FA" w:rsidRPr="00592AB5" w:rsidRDefault="002524FA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</w:tcPr>
          <w:p w:rsidR="002524FA" w:rsidRPr="00592AB5" w:rsidRDefault="002524FA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</w:tcPr>
          <w:p w:rsidR="002524FA" w:rsidRPr="00592AB5" w:rsidRDefault="002524FA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524FA" w:rsidRPr="00592AB5" w:rsidTr="00246F8F">
        <w:trPr>
          <w:trHeight w:val="20"/>
        </w:trPr>
        <w:tc>
          <w:tcPr>
            <w:tcW w:w="3828" w:type="dxa"/>
          </w:tcPr>
          <w:p w:rsidR="002524FA" w:rsidRPr="00592AB5" w:rsidRDefault="002524FA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524FA" w:rsidRPr="00592AB5" w:rsidRDefault="002524FA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524FA" w:rsidRPr="00592AB5" w:rsidRDefault="002524FA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524FA" w:rsidRPr="00592AB5" w:rsidRDefault="002524FA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0206"/>
      </w:tblGrid>
      <w:tr w:rsidR="002524FA" w:rsidRPr="00592AB5" w:rsidTr="00610671">
        <w:tc>
          <w:tcPr>
            <w:tcW w:w="10206" w:type="dxa"/>
            <w:shd w:val="pct12" w:color="auto" w:fill="auto"/>
          </w:tcPr>
          <w:p w:rsidR="002524FA" w:rsidRPr="00592AB5" w:rsidRDefault="002524FA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 ΠΡΑΞΗΣ</w:t>
            </w:r>
          </w:p>
        </w:tc>
      </w:tr>
    </w:tbl>
    <w:p w:rsidR="002524FA" w:rsidRPr="00592AB5" w:rsidRDefault="002524FA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2524FA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2524FA" w:rsidRPr="00592AB5" w:rsidTr="004839B0">
        <w:trPr>
          <w:trHeight w:val="381"/>
        </w:trPr>
        <w:tc>
          <w:tcPr>
            <w:tcW w:w="851" w:type="dxa"/>
            <w:vMerge w:val="restart"/>
            <w:tcBorders>
              <w:left w:val="dotted" w:sz="4" w:space="0" w:color="auto"/>
            </w:tcBorders>
            <w:vAlign w:val="center"/>
          </w:tcPr>
          <w:p w:rsidR="002524FA" w:rsidRPr="004839B0" w:rsidRDefault="002524FA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Ενέργειας </w:t>
            </w:r>
          </w:p>
        </w:tc>
        <w:tc>
          <w:tcPr>
            <w:tcW w:w="850" w:type="dxa"/>
            <w:vMerge w:val="restart"/>
            <w:vAlign w:val="center"/>
          </w:tcPr>
          <w:p w:rsidR="002524FA" w:rsidRPr="004839B0" w:rsidRDefault="002524FA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Υποέργου </w:t>
            </w:r>
          </w:p>
        </w:tc>
        <w:tc>
          <w:tcPr>
            <w:tcW w:w="1134" w:type="dxa"/>
            <w:vMerge w:val="restart"/>
            <w:vAlign w:val="center"/>
          </w:tcPr>
          <w:p w:rsidR="002524FA" w:rsidRPr="004839B0" w:rsidRDefault="002524FA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vAlign w:val="center"/>
          </w:tcPr>
          <w:p w:rsidR="002524FA" w:rsidRPr="004839B0" w:rsidRDefault="002524FA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vAlign w:val="center"/>
          </w:tcPr>
          <w:p w:rsidR="002524FA" w:rsidRPr="004839B0" w:rsidRDefault="002524FA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Ημ/νια ολοκλήρωσης (εκτίμηση)</w:t>
            </w:r>
          </w:p>
        </w:tc>
        <w:tc>
          <w:tcPr>
            <w:tcW w:w="4252" w:type="dxa"/>
            <w:gridSpan w:val="4"/>
            <w:vAlign w:val="center"/>
          </w:tcPr>
          <w:p w:rsidR="002524FA" w:rsidRPr="004839B0" w:rsidRDefault="002524FA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992" w:type="dxa"/>
            <w:vMerge w:val="restart"/>
            <w:tcBorders>
              <w:right w:val="dotted" w:sz="4" w:space="0" w:color="auto"/>
            </w:tcBorders>
            <w:vAlign w:val="center"/>
          </w:tcPr>
          <w:p w:rsidR="002524FA" w:rsidRPr="004839B0" w:rsidRDefault="002524FA" w:rsidP="003E69F7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2524FA" w:rsidRPr="00592AB5" w:rsidTr="004839B0">
        <w:trPr>
          <w:trHeight w:val="381"/>
        </w:trPr>
        <w:tc>
          <w:tcPr>
            <w:tcW w:w="851" w:type="dxa"/>
            <w:vMerge/>
            <w:tcBorders>
              <w:left w:val="dotted" w:sz="4" w:space="0" w:color="auto"/>
            </w:tcBorders>
            <w:vAlign w:val="center"/>
          </w:tcPr>
          <w:p w:rsidR="002524FA" w:rsidRPr="00592AB5" w:rsidRDefault="002524FA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</w:tcPr>
          <w:p w:rsidR="002524FA" w:rsidRPr="00592AB5" w:rsidRDefault="002524FA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524FA" w:rsidRPr="004839B0" w:rsidRDefault="002524FA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Στάδιο Εξέλιξης</w:t>
            </w:r>
          </w:p>
        </w:tc>
        <w:tc>
          <w:tcPr>
            <w:tcW w:w="1134" w:type="dxa"/>
            <w:vAlign w:val="center"/>
          </w:tcPr>
          <w:p w:rsidR="002524FA" w:rsidRPr="004839B0" w:rsidRDefault="002524FA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 Συστήματος (ή αρ. πρωτ.)</w:t>
            </w:r>
          </w:p>
        </w:tc>
        <w:tc>
          <w:tcPr>
            <w:tcW w:w="1418" w:type="dxa"/>
            <w:vAlign w:val="center"/>
          </w:tcPr>
          <w:p w:rsidR="002524FA" w:rsidRPr="004839B0" w:rsidRDefault="002524FA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Ημ/νια Έναρξης Σταδίου (πραγματική ημερομηνία) </w:t>
            </w:r>
          </w:p>
        </w:tc>
        <w:tc>
          <w:tcPr>
            <w:tcW w:w="850" w:type="dxa"/>
            <w:vAlign w:val="center"/>
          </w:tcPr>
          <w:p w:rsidR="002524FA" w:rsidRPr="004839B0" w:rsidRDefault="002524FA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Αρμόδιος Φορέας </w:t>
            </w:r>
          </w:p>
        </w:tc>
        <w:tc>
          <w:tcPr>
            <w:tcW w:w="992" w:type="dxa"/>
            <w:vMerge/>
            <w:tcBorders>
              <w:right w:val="dotted" w:sz="4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2524FA" w:rsidRPr="00592AB5" w:rsidTr="004839B0">
        <w:trPr>
          <w:trHeight w:val="265"/>
        </w:trPr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2524FA" w:rsidRPr="00592AB5" w:rsidRDefault="002524FA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24FA" w:rsidRPr="00592AB5" w:rsidTr="004839B0">
        <w:trPr>
          <w:trHeight w:val="270"/>
        </w:trPr>
        <w:tc>
          <w:tcPr>
            <w:tcW w:w="851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524FA" w:rsidRPr="00592AB5" w:rsidRDefault="002524FA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524FA" w:rsidRPr="00592AB5" w:rsidRDefault="002524FA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2524FA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2524FA" w:rsidRPr="00592AB5" w:rsidTr="000007F7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524FA" w:rsidRPr="00592AB5" w:rsidRDefault="002524FA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vAlign w:val="center"/>
          </w:tcPr>
          <w:p w:rsidR="002524FA" w:rsidRPr="00592AB5" w:rsidRDefault="002524FA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vAlign w:val="center"/>
          </w:tcPr>
          <w:p w:rsidR="002524FA" w:rsidRPr="00592AB5" w:rsidRDefault="002524FA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vAlign w:val="center"/>
          </w:tcPr>
          <w:p w:rsidR="002524FA" w:rsidRPr="00592AB5" w:rsidRDefault="002524FA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vAlign w:val="center"/>
          </w:tcPr>
          <w:p w:rsidR="002524FA" w:rsidRPr="00592AB5" w:rsidRDefault="002524FA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vAlign w:val="center"/>
          </w:tcPr>
          <w:p w:rsidR="002524FA" w:rsidRPr="00592AB5" w:rsidRDefault="002524FA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Προβλεπόμενη Ημ/ν</w:t>
            </w:r>
            <w:r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 xml:space="preserve">α Επίλυσης </w:t>
            </w: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524FA" w:rsidRPr="00592AB5" w:rsidRDefault="002524FA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Πραγματική / Νέα Εκτιμώμενη Ημ/νία λήξης</w:t>
            </w:r>
          </w:p>
        </w:tc>
      </w:tr>
      <w:tr w:rsidR="002524FA" w:rsidRPr="00592AB5" w:rsidTr="000007F7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524FA" w:rsidRPr="00592AB5" w:rsidRDefault="002524FA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2524FA" w:rsidRPr="00592AB5" w:rsidTr="000007F7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524FA" w:rsidRPr="00592AB5" w:rsidRDefault="002524FA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524FA" w:rsidRPr="00592AB5" w:rsidRDefault="002524FA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2524FA" w:rsidRPr="00592AB5" w:rsidRDefault="002524FA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0A0"/>
      </w:tblPr>
      <w:tblGrid>
        <w:gridCol w:w="1668"/>
        <w:gridCol w:w="1701"/>
        <w:gridCol w:w="1559"/>
        <w:gridCol w:w="2268"/>
        <w:gridCol w:w="1559"/>
        <w:gridCol w:w="1451"/>
      </w:tblGrid>
      <w:tr w:rsidR="002524FA" w:rsidRPr="00592AB5" w:rsidTr="00985A14">
        <w:trPr>
          <w:trHeight w:val="226"/>
        </w:trPr>
        <w:tc>
          <w:tcPr>
            <w:tcW w:w="10206" w:type="dxa"/>
            <w:gridSpan w:val="6"/>
            <w:tcMar>
              <w:top w:w="28" w:type="dxa"/>
              <w:left w:w="28" w:type="dxa"/>
              <w:right w:w="28" w:type="dxa"/>
            </w:tcMar>
            <w:vAlign w:val="center"/>
          </w:tcPr>
          <w:p w:rsidR="002524FA" w:rsidRPr="00592AB5" w:rsidRDefault="002524FA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2524FA" w:rsidRPr="00592AB5" w:rsidTr="00985A14">
        <w:tc>
          <w:tcPr>
            <w:tcW w:w="16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24FA" w:rsidRPr="00592AB5" w:rsidRDefault="002524FA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2524FA" w:rsidRPr="00592AB5" w:rsidTr="00985A14">
        <w:tc>
          <w:tcPr>
            <w:tcW w:w="1668" w:type="dxa"/>
            <w:tcMar>
              <w:left w:w="28" w:type="dxa"/>
              <w:right w:w="28" w:type="dxa"/>
            </w:tcMar>
            <w:vAlign w:val="center"/>
          </w:tcPr>
          <w:p w:rsidR="002524FA" w:rsidRPr="00592AB5" w:rsidRDefault="002524FA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2524FA" w:rsidRPr="00592AB5" w:rsidRDefault="002524FA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524FA" w:rsidRPr="00592AB5" w:rsidRDefault="002524FA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2524FA" w:rsidRPr="00592AB5" w:rsidRDefault="002524FA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524FA" w:rsidRPr="00592AB5" w:rsidRDefault="002524FA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center"/>
          </w:tcPr>
          <w:p w:rsidR="002524FA" w:rsidRPr="00592AB5" w:rsidRDefault="002524FA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524FA" w:rsidRDefault="002524FA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2524FA" w:rsidSect="008338DB">
      <w:footerReference w:type="default" r:id="rId7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4FA" w:rsidRDefault="002524FA">
      <w:r>
        <w:separator/>
      </w:r>
    </w:p>
  </w:endnote>
  <w:endnote w:type="continuationSeparator" w:id="0">
    <w:p w:rsidR="002524FA" w:rsidRDefault="00252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2524FA" w:rsidRPr="00DA3A9D" w:rsidTr="009F0625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524FA" w:rsidRPr="00DA3A9D" w:rsidRDefault="002524FA" w:rsidP="006D40A0">
          <w:pPr>
            <w:spacing w:before="6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Αρ. Εντύπου:Ε.ΙΙ.1_1</w:t>
          </w:r>
        </w:p>
        <w:p w:rsidR="002524FA" w:rsidRPr="00DA3A9D" w:rsidRDefault="002524FA" w:rsidP="006D40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PageNumber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2524FA" w:rsidRPr="00DA3A9D" w:rsidRDefault="002524FA" w:rsidP="002E7576">
          <w:pPr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Ημ/νια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30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524FA" w:rsidRPr="00DA3A9D" w:rsidRDefault="002524FA" w:rsidP="006D40A0">
          <w:pPr>
            <w:pStyle w:val="ListParagraph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524FA" w:rsidRPr="00DA3A9D" w:rsidRDefault="002524FA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AB1A58"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6" type="#_x0000_t75" alt="ESPA1420_rgb" style="width:57pt;height:33.75pt;visibility:visible">
                <v:imagedata r:id="rId1" o:title=""/>
              </v:shape>
            </w:pict>
          </w:r>
        </w:p>
      </w:tc>
    </w:tr>
  </w:tbl>
  <w:p w:rsidR="002524FA" w:rsidRPr="00011E42" w:rsidRDefault="002524FA" w:rsidP="00011E42">
    <w:pPr>
      <w:pStyle w:val="Footer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4FA" w:rsidRDefault="002524FA">
      <w:r>
        <w:separator/>
      </w:r>
    </w:p>
  </w:footnote>
  <w:footnote w:type="continuationSeparator" w:id="0">
    <w:p w:rsidR="002524FA" w:rsidRDefault="00252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/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rFonts w:cs="Times New Roman"/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rFonts w:cs="Times New Roman"/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cs="Times New Roman"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  <w:rPr>
        <w:rFonts w:cs="Times New Roman"/>
      </w:r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24FA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5D6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E31FB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07A80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0625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1A58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07D55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34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7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7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17BA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17B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17BA"/>
    <w:rPr>
      <w:rFonts w:asciiTheme="majorHAnsi" w:eastAsiaTheme="majorEastAsia" w:hAnsiTheme="majorHAnsi" w:cstheme="majorBidi"/>
    </w:rPr>
  </w:style>
  <w:style w:type="paragraph" w:styleId="Header">
    <w:name w:val="header"/>
    <w:aliases w:val="hd"/>
    <w:basedOn w:val="Normal"/>
    <w:link w:val="Header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E817BA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817BA"/>
    <w:rPr>
      <w:rFonts w:ascii="Arial" w:hAnsi="Arial"/>
      <w:szCs w:val="24"/>
    </w:rPr>
  </w:style>
  <w:style w:type="table" w:styleId="TableGrid">
    <w:name w:val="Table Grid"/>
    <w:basedOn w:val="TableNormal"/>
    <w:uiPriority w:val="99"/>
    <w:rsid w:val="00C02C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  <w:rPr>
      <w:rFonts w:cs="Times New Roman"/>
    </w:rPr>
  </w:style>
  <w:style w:type="table" w:customStyle="1" w:styleId="1">
    <w:name w:val="Πλέγμα πίνακα1"/>
    <w:uiPriority w:val="99"/>
    <w:rsid w:val="00B732B3"/>
    <w:pPr>
      <w:spacing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705D9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05D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05D9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05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705D95"/>
    <w:rPr>
      <w:b/>
    </w:rPr>
  </w:style>
  <w:style w:type="paragraph" w:styleId="BalloonText">
    <w:name w:val="Balloon Text"/>
    <w:basedOn w:val="Normal"/>
    <w:link w:val="BalloonTextChar"/>
    <w:uiPriority w:val="99"/>
    <w:rsid w:val="00705D9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05D95"/>
    <w:rPr>
      <w:rFonts w:ascii="Tahoma" w:hAnsi="Tahoma"/>
      <w:sz w:val="16"/>
    </w:rPr>
  </w:style>
  <w:style w:type="paragraph" w:styleId="FootnoteText">
    <w:name w:val="footnote text"/>
    <w:basedOn w:val="Normal"/>
    <w:link w:val="FootnoteTextChar"/>
    <w:uiPriority w:val="99"/>
    <w:rsid w:val="004C57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C574C"/>
    <w:rPr>
      <w:rFonts w:ascii="Arial" w:hAnsi="Arial"/>
    </w:rPr>
  </w:style>
  <w:style w:type="character" w:styleId="FootnoteReference">
    <w:name w:val="footnote reference"/>
    <w:basedOn w:val="DefaultParagraphFont"/>
    <w:uiPriority w:val="99"/>
    <w:rsid w:val="004C574C"/>
    <w:rPr>
      <w:rFonts w:cs="Times New Roman"/>
      <w:vertAlign w:val="superscript"/>
    </w:rPr>
  </w:style>
  <w:style w:type="table" w:customStyle="1" w:styleId="TableGrid1">
    <w:name w:val="Table Grid1"/>
    <w:uiPriority w:val="99"/>
    <w:rsid w:val="00EE716F"/>
    <w:pPr>
      <w:spacing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/>
      <w:szCs w:val="24"/>
    </w:rPr>
  </w:style>
  <w:style w:type="paragraph" w:styleId="ListParagraph">
    <w:name w:val="List Paragraph"/>
    <w:basedOn w:val="Normal"/>
    <w:uiPriority w:val="99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8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211</Words>
  <Characters>1141</Characters>
  <Application>Microsoft Office Outlook</Application>
  <DocSecurity>0</DocSecurity>
  <Lines>0</Lines>
  <Paragraphs>0</Paragraphs>
  <ScaleCrop>false</ScaleCrop>
  <Company>ΜΟΔ Α.Ε.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dc:description/>
  <cp:lastModifiedBy>GOSIOU AFRODITI</cp:lastModifiedBy>
  <cp:revision>2</cp:revision>
  <cp:lastPrinted>2015-05-14T09:27:00Z</cp:lastPrinted>
  <dcterms:created xsi:type="dcterms:W3CDTF">2015-12-04T13:20:00Z</dcterms:created>
  <dcterms:modified xsi:type="dcterms:W3CDTF">2015-12-04T13:20:00Z</dcterms:modified>
</cp:coreProperties>
</file>